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rsidR="00430206" w:rsidRPr="005D6794" w:rsidRDefault="00430206" w:rsidP="00430206">
      <w:pPr>
        <w:pStyle w:val="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rsidR="00430206" w:rsidRDefault="00612EE8" w:rsidP="00430206">
          <w:pPr>
            <w:pStyle w:val="Tituldatum"/>
          </w:pPr>
          <w:r w:rsidRPr="00436D53">
            <w:rPr>
              <w:rStyle w:val="Nzevakce"/>
            </w:rPr>
            <w:t>„</w:t>
          </w:r>
          <w:r w:rsidR="00436D53" w:rsidRPr="00436D53">
            <w:rPr>
              <w:rStyle w:val="Nzevakce"/>
            </w:rPr>
            <w:t>Zvýšení trakčního výkonu TNS Balabenka</w:t>
          </w:r>
          <w:r w:rsidRPr="00436D53">
            <w:rPr>
              <w:rStyle w:val="Nzevakce"/>
            </w:rPr>
            <w:t>“</w:t>
          </w:r>
        </w:p>
      </w:sdtContent>
    </w:sdt>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436D53" w:rsidRDefault="00F422D3" w:rsidP="00B42F40">
      <w:pPr>
        <w:pStyle w:val="Textbezodsazen"/>
        <w:spacing w:after="0"/>
      </w:pPr>
      <w:r>
        <w:t xml:space="preserve">zastoupena: </w:t>
      </w:r>
      <w:r w:rsidRPr="00436D53">
        <w:t xml:space="preserve">Ing. Mojmírem Nejezchlebem, náměstkem GŘ pro modernizaci dráhy </w:t>
      </w:r>
    </w:p>
    <w:p w:rsidR="00F422D3" w:rsidRDefault="00F422D3" w:rsidP="00B42F40">
      <w:pPr>
        <w:pStyle w:val="Textbezodsazen"/>
      </w:pPr>
      <w:r w:rsidRPr="00436D53">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Pr="00436D53">
        <w:t>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436D53">
        <w:t>511352001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lastRenderedPageBreak/>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rsidR="00F422D3" w:rsidRDefault="00F422D3" w:rsidP="00B42F40">
      <w:pPr>
        <w:pStyle w:val="Textbezodsazen"/>
      </w:pPr>
      <w:r w:rsidRPr="00B42F40">
        <w:t xml:space="preserve">Objednatel si přeje, aby Dílo </w:t>
      </w:r>
      <w:r w:rsidR="00436D53">
        <w:t>„Zvýšení trakčního výkonu TNS Balabenka“</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
    <w:p w:rsidR="00F422D3" w:rsidRDefault="00F422D3" w:rsidP="00EA585B">
      <w:pPr>
        <w:pStyle w:val="slovanseznam2"/>
      </w:pPr>
      <w:r>
        <w:t>Dopis nabídky datovaný………………..</w:t>
      </w:r>
    </w:p>
    <w:p w:rsidR="00F422D3" w:rsidRDefault="00F422D3" w:rsidP="00EA585B">
      <w:pPr>
        <w:pStyle w:val="slovanseznam2"/>
      </w:pPr>
      <w:r w:rsidRPr="00EA585B">
        <w:t>Smluvní</w:t>
      </w:r>
      <w:r>
        <w:t xml:space="preserve"> podmínky [</w:t>
      </w:r>
      <w:r w:rsidR="006F6CDF">
        <w:t>(i)</w:t>
      </w:r>
      <w:r w:rsidRPr="004836E9">
        <w:t xml:space="preserve">Smluvní podmínky pro </w:t>
      </w:r>
      <w:r w:rsidR="006F6CDF" w:rsidRPr="004836E9">
        <w:t>dodávku technologických zařízení a projektování – výstavbu elektro- a strojně- technologického díla a pozemních a inženýrských staveb projektovaných zhotovitelem (FIDIC 1999</w:t>
      </w:r>
      <w:r w:rsidRPr="004836E9">
        <w:t xml:space="preserve">)-Obecné podmínky; </w:t>
      </w:r>
      <w:r w:rsidR="006F6CDF" w:rsidRPr="004836E9">
        <w:t xml:space="preserve">(ii) </w:t>
      </w:r>
      <w:r w:rsidRPr="004836E9">
        <w:t xml:space="preserve">Smluvní podmínky </w:t>
      </w:r>
      <w:r w:rsidR="006F6CDF" w:rsidRPr="004836E9">
        <w:t xml:space="preserve"> pro dodávku technologických zařízení a projektování -  výstavbu elektro- a strojně- technologického díla a pozemních a inženýrských staveb projektovaných zhotovitelem Zvláštní podmínky</w:t>
      </w:r>
      <w:r>
        <w:t xml:space="preserve"> pro stavby Správy železniční dopravní cesty, státní organizace </w:t>
      </w:r>
      <w:r w:rsidR="004836E9">
        <w:t>č.j.224/2018-520-DOP-/1, účinné od 3.8.2018(dále též jen Zvláštní podmínky)]</w:t>
      </w:r>
    </w:p>
    <w:p w:rsidR="00B72325" w:rsidRPr="00F71BA0" w:rsidRDefault="00B72325" w:rsidP="00EA585B">
      <w:pPr>
        <w:pStyle w:val="slovanseznam2"/>
      </w:pPr>
      <w:r w:rsidRPr="00F71BA0">
        <w:t>Požadavky objednatele</w:t>
      </w:r>
    </w:p>
    <w:p w:rsidR="00F422D3" w:rsidRPr="00F71BA0" w:rsidRDefault="00F422D3" w:rsidP="00EA585B">
      <w:pPr>
        <w:pStyle w:val="slovanseznam2"/>
      </w:pPr>
      <w:r w:rsidRPr="00F71BA0">
        <w:t xml:space="preserve">Formuláře:  </w:t>
      </w:r>
    </w:p>
    <w:p w:rsidR="00F422D3" w:rsidRPr="00F71BA0" w:rsidRDefault="007F1457" w:rsidP="00600ECE">
      <w:pPr>
        <w:pStyle w:val="slovanseznam3"/>
      </w:pPr>
      <w:r w:rsidRPr="00F71BA0">
        <w:t>Požadavky na výkon nebo funkci</w:t>
      </w:r>
      <w:r w:rsidR="00F422D3" w:rsidRPr="00F71BA0">
        <w:t>,</w:t>
      </w:r>
    </w:p>
    <w:p w:rsidR="00F422D3" w:rsidRDefault="00F422D3" w:rsidP="00600ECE">
      <w:pPr>
        <w:pStyle w:val="slovanseznam3"/>
      </w:pPr>
      <w:r>
        <w:t xml:space="preserve">event. další </w:t>
      </w:r>
      <w:r w:rsidRPr="00E901A3">
        <w:rPr>
          <w:highlight w:val="green"/>
        </w:rPr>
        <w:t>VLOŽÍ OBJEDNATEL</w:t>
      </w:r>
    </w:p>
    <w:p w:rsidR="00F422D3" w:rsidRDefault="00F422D3" w:rsidP="00EA585B">
      <w:pPr>
        <w:pStyle w:val="slovanseznam"/>
      </w:pPr>
      <w:r>
        <w:t>Specifikace související dokumentace je uvedena v</w:t>
      </w:r>
      <w:r w:rsidR="007F1457">
        <w:t> Požadavcích objednatele</w:t>
      </w:r>
      <w:r>
        <w:t>, a to zejména ve Zvláštních technických podmínkách.</w:t>
      </w:r>
    </w:p>
    <w:p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rsidR="00F422D3" w:rsidRDefault="00F422D3" w:rsidP="00600ECE">
      <w:pPr>
        <w:pStyle w:val="slovanseznam3"/>
      </w:pPr>
      <w:r>
        <w:t>Faktura,</w:t>
      </w:r>
    </w:p>
    <w:p w:rsidR="00F422D3" w:rsidRDefault="00F422D3" w:rsidP="00600ECE">
      <w:pPr>
        <w:pStyle w:val="slovanseznam3"/>
      </w:pPr>
      <w:r>
        <w:t>souhrn fakturace,</w:t>
      </w:r>
    </w:p>
    <w:p w:rsidR="00F422D3" w:rsidRDefault="00F422D3" w:rsidP="00600ECE">
      <w:pPr>
        <w:pStyle w:val="slovanseznam3"/>
      </w:pPr>
      <w:r>
        <w:t xml:space="preserve">soupis </w:t>
      </w:r>
      <w:r w:rsidRPr="00600ECE">
        <w:t>zjišťovacích</w:t>
      </w:r>
      <w:r>
        <w:t xml:space="preserve"> protokolů,</w:t>
      </w:r>
    </w:p>
    <w:p w:rsidR="00F422D3" w:rsidRDefault="00F422D3" w:rsidP="00600ECE">
      <w:pPr>
        <w:pStyle w:val="slovanseznam3"/>
      </w:pPr>
      <w:r>
        <w:t>zjišťovací protokoly.</w:t>
      </w:r>
    </w:p>
    <w:p w:rsidR="00F422D3" w:rsidRDefault="00F422D3" w:rsidP="00EA585B">
      <w:pPr>
        <w:pStyle w:val="slovanseznam"/>
      </w:pPr>
      <w:r>
        <w:t>Rekapitulace ceny je uvedena v příloze č. 1 této Smlouvy o dílo.</w:t>
      </w:r>
    </w:p>
    <w:p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F71BA0" w:rsidRDefault="00F422D3" w:rsidP="00EA585B">
      <w:pPr>
        <w:pStyle w:val="slovanseznam"/>
      </w:pPr>
      <w:r>
        <w:lastRenderedPageBreak/>
        <w:t>V případě jakékoliv nejistoty ohledně výkladu ustanovení Smlouvy budou její ustanovení vykládána tak, aby v co nejširší míře zohledňovala účel veřejné zakázky, vyjádřený Zadávací dokumentací.</w:t>
      </w:r>
    </w:p>
    <w:p w:rsidR="00436D53" w:rsidRPr="00E901A3" w:rsidRDefault="00436D53" w:rsidP="00436D53">
      <w:pPr>
        <w:pStyle w:val="slovanseznam"/>
        <w:rPr>
          <w:i/>
        </w:rPr>
      </w:pPr>
      <w:r w:rsidRPr="00436D53">
        <w:rPr>
          <w:i/>
        </w:rPr>
        <w:t>NEOBSAZENO</w:t>
      </w:r>
      <w:r w:rsidRPr="00F71BA0">
        <w:rPr>
          <w:i/>
          <w:highlight w:val="green"/>
        </w:rPr>
        <w:t xml:space="preserve"> </w:t>
      </w:r>
    </w:p>
    <w:p w:rsidR="00F422D3" w:rsidRDefault="00F422D3" w:rsidP="00EA585B">
      <w:pPr>
        <w:pStyle w:val="slovanseznam"/>
      </w:pPr>
      <w:r>
        <w:t xml:space="preserve">Ukončením Smlouvy nejsou dotčena ustanovení Smlouvy ve znění dokumentů dle odst. 1 této Smlouvy o dílo a příloh dle odst. </w:t>
      </w:r>
      <w:r w:rsidR="00555D88">
        <w:t xml:space="preserve">18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Pr="00CD3DC9"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w:t>
      </w:r>
      <w:r w:rsidRPr="00CD3DC9">
        <w:t>svým obsahem nejbližší účelu zdánlivého, neplatného či nevymahatelného ustanovení.</w:t>
      </w:r>
    </w:p>
    <w:p w:rsidR="00F422D3" w:rsidRPr="00CD3DC9" w:rsidRDefault="00CD3DC9" w:rsidP="00EA585B">
      <w:pPr>
        <w:pStyle w:val="slovanseznam"/>
      </w:pPr>
      <w:r w:rsidRPr="00CD3DC9">
        <w:rPr>
          <w:i/>
        </w:rPr>
        <w:t>NEOBSAZENO</w:t>
      </w:r>
    </w:p>
    <w:p w:rsidR="00F422D3" w:rsidRPr="00F71BA0" w:rsidRDefault="00F422D3" w:rsidP="00EA585B">
      <w:pPr>
        <w:pStyle w:val="slovanseznam"/>
      </w:pPr>
      <w:r>
        <w:t xml:space="preserve">Závazky ze Smlouvy je možné měnit pouze písemnou </w:t>
      </w:r>
      <w:r w:rsidRPr="00F71BA0">
        <w:t>dohodou</w:t>
      </w:r>
      <w:r w:rsidR="005D3F91">
        <w:t xml:space="preserve"> </w:t>
      </w:r>
      <w:r w:rsidR="005D3F91" w:rsidRPr="00F71BA0">
        <w:t>Stran</w:t>
      </w:r>
      <w:r w:rsidRPr="00F71BA0">
        <w:t xml:space="preserve"> </w:t>
      </w:r>
      <w:r w:rsidR="008156D5" w:rsidRPr="00F71BA0">
        <w:t xml:space="preserve">v listinné podobě </w:t>
      </w:r>
      <w:r w:rsidRPr="00F71BA0">
        <w:t>ve formě číslovaných dodatků této Smlouvy o dílo, podepsanou za každou Stranu osobou nebo osobami oprávněnými takový dodatek podepsat.</w:t>
      </w:r>
    </w:p>
    <w:p w:rsidR="00F422D3" w:rsidRPr="00F71BA0" w:rsidRDefault="00CD3DC9" w:rsidP="00FF7481">
      <w:pPr>
        <w:pStyle w:val="slovanseznam"/>
      </w:pPr>
      <w:r w:rsidRPr="00CD3DC9">
        <w:rPr>
          <w:i/>
        </w:rPr>
        <w:t>NEOBSAZENO</w:t>
      </w:r>
      <w:r w:rsidRPr="00F71BA0">
        <w:t xml:space="preserve"> </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vyhotovuje v </w:t>
      </w:r>
      <w:r w:rsidRPr="009F0867">
        <w:rPr>
          <w:highlight w:val="green"/>
        </w:rPr>
        <w:t>VLOŽÍ OBJEDNATEL</w:t>
      </w:r>
      <w:r>
        <w:t xml:space="preserve"> ...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Příloha č. 4</w:t>
      </w:r>
      <w:r>
        <w:tab/>
        <w:t>Harmonogram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slovn"/>
        <w:tabs>
          <w:tab w:val="left" w:pos="2127"/>
        </w:tabs>
        <w:ind w:left="2127" w:hanging="1560"/>
      </w:pPr>
      <w:r w:rsidRPr="00CD3DC9">
        <w:t>Příloha č.7</w:t>
      </w:r>
      <w:r w:rsidRPr="00CD3DC9">
        <w:tab/>
        <w:t>Žádost o poskytnutí zálohové platby</w:t>
      </w:r>
      <w:r w:rsidRPr="00CD3DC9">
        <w:rPr>
          <w:i/>
        </w:rPr>
        <w:t xml:space="preserve"> </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rsidR="007145F3" w:rsidRDefault="007145F3" w:rsidP="00CB4F6D">
      <w:pPr>
        <w:pStyle w:val="Textbezodsazen"/>
      </w:pPr>
    </w:p>
    <w:p w:rsidR="007145F3" w:rsidRDefault="007145F3" w:rsidP="00CB4F6D">
      <w:pPr>
        <w:pStyle w:val="Textbezodsazen"/>
      </w:pPr>
    </w:p>
    <w:p w:rsidR="006B4C5E" w:rsidRDefault="006B4C5E" w:rsidP="00CB4F6D">
      <w:pPr>
        <w:pStyle w:val="Textbezodsazen"/>
      </w:pPr>
    </w:p>
    <w:p w:rsidR="006B4C5E" w:rsidRDefault="006B4C5E" w:rsidP="00CB4F6D">
      <w:pPr>
        <w:pStyle w:val="Textbezodsazen"/>
      </w:pPr>
    </w:p>
    <w:p w:rsidR="006B4C5E" w:rsidRDefault="006B4C5E" w:rsidP="00CB4F6D">
      <w:pPr>
        <w:pStyle w:val="Textbezodsazen"/>
      </w:pPr>
    </w:p>
    <w:p w:rsidR="006B4C5E" w:rsidRDefault="006B4C5E" w:rsidP="00CB4F6D">
      <w:pPr>
        <w:pStyle w:val="Textbezodsazen"/>
      </w:pPr>
    </w:p>
    <w:p w:rsidR="006B4C5E" w:rsidRDefault="006B4C5E"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CB4F6D" w:rsidRDefault="00CB4F6D" w:rsidP="00866994">
      <w:pPr>
        <w:pStyle w:val="Textbezodsazen"/>
      </w:pPr>
    </w:p>
    <w:p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8F01C6" w:rsidRDefault="002038D5" w:rsidP="002038D5">
            <w:pPr>
              <w:pStyle w:val="Tabulka"/>
              <w:rPr>
                <w:rStyle w:val="Nadpisvtabulce"/>
              </w:rPr>
            </w:pPr>
            <w:r w:rsidRPr="008F01C6">
              <w:rPr>
                <w:rStyle w:val="Nadpisvtabulce"/>
              </w:rPr>
              <w:t>Jméno a příjmení</w:t>
            </w:r>
          </w:p>
        </w:tc>
        <w:tc>
          <w:tcPr>
            <w:tcW w:w="5812" w:type="dxa"/>
          </w:tcPr>
          <w:p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rsidR="002038D5" w:rsidRPr="00F95FBD" w:rsidRDefault="002038D5" w:rsidP="00502690">
      <w:pPr>
        <w:pStyle w:val="Textbezodsazen"/>
      </w:pPr>
    </w:p>
    <w:p w:rsidR="002038D5" w:rsidRPr="00183D7D" w:rsidRDefault="008667C5" w:rsidP="002038D5">
      <w:pPr>
        <w:pStyle w:val="Nadpistabulky"/>
        <w:rPr>
          <w:rFonts w:asciiTheme="minorHAnsi" w:hAnsiTheme="minorHAnsi"/>
          <w:sz w:val="18"/>
          <w:szCs w:val="18"/>
        </w:rPr>
      </w:pPr>
      <w:r w:rsidRPr="00183D7D">
        <w:rPr>
          <w:rFonts w:asciiTheme="minorHAnsi" w:hAnsiTheme="minorHAnsi"/>
          <w:sz w:val="18"/>
          <w:szCs w:val="18"/>
        </w:rPr>
        <w:t>Ředitel stavby</w:t>
      </w:r>
      <w:r w:rsidR="00E57B3C" w:rsidRPr="00183D7D">
        <w:rPr>
          <w:rFonts w:asciiTheme="minorHAnsi" w:hAnsiTheme="minorHAnsi"/>
          <w:sz w:val="18"/>
          <w:szCs w:val="18"/>
        </w:rPr>
        <w:t xml:space="preserve"> </w:t>
      </w:r>
      <w:bookmarkStart w:id="0" w:name="_GoBack"/>
      <w:bookmarkEnd w:id="0"/>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8F01C6" w:rsidRDefault="002038D5" w:rsidP="002038D5">
            <w:pPr>
              <w:pStyle w:val="Tabulka"/>
              <w:rPr>
                <w:rStyle w:val="Nadpisvtabulce"/>
              </w:rPr>
            </w:pPr>
            <w:r w:rsidRPr="008F01C6">
              <w:rPr>
                <w:rStyle w:val="Nadpisvtabulce"/>
              </w:rPr>
              <w:t>Jméno a příjmení</w:t>
            </w:r>
          </w:p>
        </w:tc>
        <w:tc>
          <w:tcPr>
            <w:tcW w:w="5812" w:type="dxa"/>
          </w:tcPr>
          <w:p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F01C6" w:rsidRPr="005156CB" w:rsidRDefault="008F01C6" w:rsidP="002038D5">
      <w:pPr>
        <w:pStyle w:val="Textbezodsazen"/>
        <w:rPr>
          <w:highlight w:val="green"/>
        </w:rPr>
      </w:pPr>
    </w:p>
    <w:p w:rsidR="00D242BB" w:rsidRPr="00183D7D" w:rsidRDefault="00D1686E" w:rsidP="00D242BB">
      <w:pPr>
        <w:pStyle w:val="Nadpistabulky"/>
        <w:rPr>
          <w:sz w:val="18"/>
          <w:szCs w:val="18"/>
        </w:rPr>
      </w:pPr>
      <w:r w:rsidRPr="00183D7D">
        <w:rPr>
          <w:sz w:val="18"/>
          <w:szCs w:val="18"/>
        </w:rPr>
        <w:t>Specialista pro projektovou dokumentaci</w:t>
      </w:r>
    </w:p>
    <w:tbl>
      <w:tblPr>
        <w:tblStyle w:val="Mkatabulky"/>
        <w:tblW w:w="8868" w:type="dxa"/>
        <w:tblBorders>
          <w:top w:val="single" w:sz="2" w:space="0" w:color="auto"/>
        </w:tblBorders>
        <w:tblLook w:val="04A0" w:firstRow="1" w:lastRow="0" w:firstColumn="1" w:lastColumn="0" w:noHBand="0" w:noVBand="1"/>
      </w:tblPr>
      <w:tblGrid>
        <w:gridCol w:w="3056"/>
        <w:gridCol w:w="5812"/>
      </w:tblGrid>
      <w:tr w:rsidR="00D242BB" w:rsidRPr="00F95FBD" w:rsidTr="005156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242BB" w:rsidRPr="00F95FBD" w:rsidRDefault="00D242BB" w:rsidP="00B301FA">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5156CB">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5156CB">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0E5732">
        <w:trPr>
          <w:trHeight w:val="302"/>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D242BB" w:rsidRPr="00F95FBD" w:rsidRDefault="00D242BB" w:rsidP="00B301FA">
            <w:pPr>
              <w:pStyle w:val="Tabulka"/>
              <w:rPr>
                <w:sz w:val="18"/>
              </w:rPr>
            </w:pPr>
            <w:r w:rsidRPr="00F95FBD">
              <w:rPr>
                <w:sz w:val="18"/>
              </w:rPr>
              <w:t>Telefon</w:t>
            </w:r>
          </w:p>
        </w:tc>
        <w:tc>
          <w:tcPr>
            <w:tcW w:w="5812" w:type="dxa"/>
            <w:tcBorders>
              <w:bottom w:val="single" w:sz="2" w:space="0" w:color="auto"/>
            </w:tcBorders>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rPr>
          <w:trHeight w:val="302"/>
        </w:trPr>
        <w:tc>
          <w:tcPr>
            <w:cnfStyle w:val="001000000000" w:firstRow="0" w:lastRow="0" w:firstColumn="1" w:lastColumn="0" w:oddVBand="0" w:evenVBand="0" w:oddHBand="0" w:evenHBand="0" w:firstRowFirstColumn="0" w:firstRowLastColumn="0" w:lastRowFirstColumn="0" w:lastRowLastColumn="0"/>
            <w:tcW w:w="3056" w:type="dxa"/>
            <w:tcBorders>
              <w:bottom w:val="nil"/>
              <w:right w:val="nil"/>
            </w:tcBorders>
          </w:tcPr>
          <w:p w:rsidR="000E5732" w:rsidRPr="00F95FBD" w:rsidRDefault="000E5732" w:rsidP="00B301FA">
            <w:pPr>
              <w:pStyle w:val="Tabulka"/>
            </w:pPr>
          </w:p>
        </w:tc>
        <w:tc>
          <w:tcPr>
            <w:tcW w:w="5812" w:type="dxa"/>
            <w:tcBorders>
              <w:left w:val="nil"/>
              <w:bottom w:val="nil"/>
            </w:tcBorders>
          </w:tcPr>
          <w:p w:rsidR="000E5732" w:rsidRPr="00F95FBD" w:rsidRDefault="000E5732"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D242BB" w:rsidRPr="00F95FBD" w:rsidRDefault="00D242BB" w:rsidP="00B301FA">
            <w:pPr>
              <w:pStyle w:val="Tabulka"/>
              <w:rPr>
                <w:sz w:val="18"/>
              </w:rPr>
            </w:pPr>
            <w:r w:rsidRPr="00F95FBD">
              <w:rPr>
                <w:sz w:val="18"/>
              </w:rPr>
              <w:t>Telefon</w:t>
            </w:r>
          </w:p>
        </w:tc>
        <w:tc>
          <w:tcPr>
            <w:tcW w:w="5812" w:type="dxa"/>
            <w:tcBorders>
              <w:bottom w:val="single" w:sz="2" w:space="0" w:color="auto"/>
            </w:tcBorders>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0E5732" w:rsidRPr="00F95FBD" w:rsidRDefault="000E5732" w:rsidP="00B301FA">
            <w:pPr>
              <w:pStyle w:val="Tabulka"/>
            </w:pPr>
          </w:p>
        </w:tc>
        <w:tc>
          <w:tcPr>
            <w:tcW w:w="5812" w:type="dxa"/>
            <w:tcBorders>
              <w:top w:val="single" w:sz="2" w:space="0" w:color="auto"/>
              <w:left w:val="nil"/>
              <w:bottom w:val="nil"/>
            </w:tcBorders>
          </w:tcPr>
          <w:p w:rsidR="000E5732" w:rsidRPr="00F95FBD" w:rsidRDefault="000E5732"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D242BB" w:rsidRPr="00F95FBD" w:rsidRDefault="00D242BB" w:rsidP="00B301FA">
            <w:pPr>
              <w:pStyle w:val="Tabulka"/>
              <w:rPr>
                <w:sz w:val="18"/>
              </w:rPr>
            </w:pPr>
            <w:r w:rsidRPr="00F95FBD">
              <w:rPr>
                <w:sz w:val="18"/>
              </w:rPr>
              <w:t>Telefon</w:t>
            </w:r>
          </w:p>
        </w:tc>
        <w:tc>
          <w:tcPr>
            <w:tcW w:w="5812" w:type="dxa"/>
            <w:tcBorders>
              <w:bottom w:val="single" w:sz="2" w:space="0" w:color="auto"/>
            </w:tcBorders>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0E5732" w:rsidRPr="00F95FBD" w:rsidRDefault="000E5732" w:rsidP="00B301FA">
            <w:pPr>
              <w:pStyle w:val="Tabulka"/>
            </w:pPr>
          </w:p>
        </w:tc>
        <w:tc>
          <w:tcPr>
            <w:tcW w:w="5812" w:type="dxa"/>
            <w:tcBorders>
              <w:top w:val="single" w:sz="2" w:space="0" w:color="auto"/>
              <w:left w:val="nil"/>
              <w:bottom w:val="nil"/>
            </w:tcBorders>
          </w:tcPr>
          <w:p w:rsidR="000E5732" w:rsidRPr="00F95FBD" w:rsidRDefault="000E5732"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D242BB" w:rsidRPr="00F95FBD" w:rsidRDefault="00D242BB" w:rsidP="00D242BB">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lastRenderedPageBreak/>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5156CB" w:rsidRDefault="005156CB" w:rsidP="00165977">
      <w:pPr>
        <w:pStyle w:val="Tabulka"/>
      </w:pPr>
    </w:p>
    <w:p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D242BB" w:rsidRPr="00F95FBD" w:rsidRDefault="00D242BB" w:rsidP="00B301FA">
            <w:pPr>
              <w:pStyle w:val="Tabulka"/>
              <w:rPr>
                <w:sz w:val="18"/>
              </w:rPr>
            </w:pPr>
            <w:r w:rsidRPr="00F95FBD">
              <w:rPr>
                <w:sz w:val="18"/>
              </w:rPr>
              <w:t>Telefon</w:t>
            </w:r>
          </w:p>
        </w:tc>
        <w:tc>
          <w:tcPr>
            <w:tcW w:w="5812" w:type="dxa"/>
            <w:tcBorders>
              <w:bottom w:val="single" w:sz="2" w:space="0" w:color="auto"/>
            </w:tcBorders>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0E5732" w:rsidRPr="00F95FBD" w:rsidRDefault="000E5732" w:rsidP="00B301FA">
            <w:pPr>
              <w:pStyle w:val="Tabulka"/>
            </w:pPr>
          </w:p>
        </w:tc>
        <w:tc>
          <w:tcPr>
            <w:tcW w:w="5812" w:type="dxa"/>
            <w:tcBorders>
              <w:top w:val="single" w:sz="2" w:space="0" w:color="auto"/>
              <w:left w:val="nil"/>
              <w:bottom w:val="nil"/>
            </w:tcBorders>
          </w:tcPr>
          <w:p w:rsidR="000E5732" w:rsidRPr="00F95FBD" w:rsidRDefault="000E5732"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5156CB" w:rsidRPr="00F95FBD" w:rsidRDefault="005156CB" w:rsidP="005156CB">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5156CB" w:rsidRPr="00F95FBD" w:rsidTr="005521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156CB" w:rsidRPr="00F95FBD" w:rsidRDefault="005156CB" w:rsidP="0055211D">
            <w:pPr>
              <w:pStyle w:val="Tabulka"/>
              <w:rPr>
                <w:rStyle w:val="Nadpisvtabulce"/>
              </w:rPr>
            </w:pPr>
            <w:r w:rsidRPr="00F95FBD">
              <w:rPr>
                <w:rStyle w:val="Nadpisvtabulce"/>
              </w:rPr>
              <w:t>Jméno a příjmení</w:t>
            </w:r>
          </w:p>
        </w:tc>
        <w:tc>
          <w:tcPr>
            <w:tcW w:w="5812" w:type="dxa"/>
          </w:tcPr>
          <w:p w:rsidR="005156CB" w:rsidRPr="00F95FBD" w:rsidRDefault="005156CB" w:rsidP="0055211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5156CB" w:rsidRPr="00F95FBD" w:rsidTr="0055211D">
        <w:tc>
          <w:tcPr>
            <w:cnfStyle w:val="001000000000" w:firstRow="0" w:lastRow="0" w:firstColumn="1" w:lastColumn="0" w:oddVBand="0" w:evenVBand="0" w:oddHBand="0" w:evenHBand="0" w:firstRowFirstColumn="0" w:firstRowLastColumn="0" w:lastRowFirstColumn="0" w:lastRowLastColumn="0"/>
            <w:tcW w:w="3056" w:type="dxa"/>
          </w:tcPr>
          <w:p w:rsidR="005156CB" w:rsidRPr="00F95FBD" w:rsidRDefault="005156CB" w:rsidP="0055211D">
            <w:pPr>
              <w:pStyle w:val="Tabulka"/>
              <w:rPr>
                <w:sz w:val="18"/>
              </w:rPr>
            </w:pPr>
            <w:r w:rsidRPr="00F95FBD">
              <w:rPr>
                <w:sz w:val="18"/>
              </w:rPr>
              <w:t>Adresa</w:t>
            </w:r>
          </w:p>
        </w:tc>
        <w:tc>
          <w:tcPr>
            <w:tcW w:w="5812" w:type="dxa"/>
          </w:tcPr>
          <w:p w:rsidR="005156CB" w:rsidRPr="00F95FBD" w:rsidRDefault="005156CB" w:rsidP="0055211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156CB" w:rsidRPr="00F95FBD" w:rsidTr="0055211D">
        <w:tc>
          <w:tcPr>
            <w:cnfStyle w:val="001000000000" w:firstRow="0" w:lastRow="0" w:firstColumn="1" w:lastColumn="0" w:oddVBand="0" w:evenVBand="0" w:oddHBand="0" w:evenHBand="0" w:firstRowFirstColumn="0" w:firstRowLastColumn="0" w:lastRowFirstColumn="0" w:lastRowLastColumn="0"/>
            <w:tcW w:w="3056" w:type="dxa"/>
          </w:tcPr>
          <w:p w:rsidR="005156CB" w:rsidRPr="00F95FBD" w:rsidRDefault="005156CB" w:rsidP="0055211D">
            <w:pPr>
              <w:pStyle w:val="Tabulka"/>
              <w:rPr>
                <w:sz w:val="18"/>
              </w:rPr>
            </w:pPr>
            <w:r w:rsidRPr="00F95FBD">
              <w:rPr>
                <w:sz w:val="18"/>
              </w:rPr>
              <w:t>E-mail</w:t>
            </w:r>
          </w:p>
        </w:tc>
        <w:tc>
          <w:tcPr>
            <w:tcW w:w="5812" w:type="dxa"/>
          </w:tcPr>
          <w:p w:rsidR="005156CB" w:rsidRPr="00F95FBD" w:rsidRDefault="005156CB" w:rsidP="0055211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156CB" w:rsidRPr="00F95FBD" w:rsidTr="005156CB">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5156CB" w:rsidRPr="00F95FBD" w:rsidRDefault="005156CB" w:rsidP="0055211D">
            <w:pPr>
              <w:pStyle w:val="Tabulka"/>
              <w:rPr>
                <w:sz w:val="18"/>
              </w:rPr>
            </w:pPr>
            <w:r w:rsidRPr="00F95FBD">
              <w:rPr>
                <w:sz w:val="18"/>
              </w:rPr>
              <w:t>Telefon</w:t>
            </w:r>
          </w:p>
        </w:tc>
        <w:tc>
          <w:tcPr>
            <w:tcW w:w="5812" w:type="dxa"/>
            <w:tcBorders>
              <w:bottom w:val="single" w:sz="2" w:space="0" w:color="auto"/>
            </w:tcBorders>
          </w:tcPr>
          <w:p w:rsidR="005156CB" w:rsidRPr="00F95FBD" w:rsidRDefault="005156CB" w:rsidP="0055211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156CB" w:rsidRPr="00F95FBD" w:rsidTr="005156C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5156CB" w:rsidRPr="00F95FBD" w:rsidRDefault="005156CB" w:rsidP="0055211D">
            <w:pPr>
              <w:pStyle w:val="Tabulka"/>
            </w:pPr>
          </w:p>
        </w:tc>
        <w:tc>
          <w:tcPr>
            <w:tcW w:w="5812" w:type="dxa"/>
            <w:tcBorders>
              <w:top w:val="single" w:sz="2" w:space="0" w:color="auto"/>
              <w:left w:val="nil"/>
              <w:bottom w:val="nil"/>
            </w:tcBorders>
          </w:tcPr>
          <w:p w:rsidR="005156CB" w:rsidRPr="00F95FBD" w:rsidRDefault="005156CB" w:rsidP="0055211D">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5156CB" w:rsidRPr="00F95FBD" w:rsidRDefault="005156CB" w:rsidP="005156CB">
      <w:pPr>
        <w:pStyle w:val="Nadpistabulky"/>
        <w:rPr>
          <w:sz w:val="18"/>
          <w:szCs w:val="18"/>
        </w:rPr>
      </w:pPr>
      <w:r>
        <w:rPr>
          <w:sz w:val="18"/>
          <w:szCs w:val="18"/>
        </w:rPr>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5156CB" w:rsidRPr="00F95FBD" w:rsidTr="005521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156CB" w:rsidRPr="00F95FBD" w:rsidRDefault="005156CB" w:rsidP="0055211D">
            <w:pPr>
              <w:pStyle w:val="Tabulka"/>
              <w:rPr>
                <w:rStyle w:val="Nadpisvtabulce"/>
              </w:rPr>
            </w:pPr>
            <w:r w:rsidRPr="00F95FBD">
              <w:rPr>
                <w:rStyle w:val="Nadpisvtabulce"/>
              </w:rPr>
              <w:t>Jméno a příjmení</w:t>
            </w:r>
          </w:p>
        </w:tc>
        <w:tc>
          <w:tcPr>
            <w:tcW w:w="5812" w:type="dxa"/>
          </w:tcPr>
          <w:p w:rsidR="005156CB" w:rsidRPr="00F95FBD" w:rsidRDefault="005156CB" w:rsidP="0055211D">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5156CB" w:rsidRPr="00F95FBD" w:rsidTr="0055211D">
        <w:tc>
          <w:tcPr>
            <w:cnfStyle w:val="001000000000" w:firstRow="0" w:lastRow="0" w:firstColumn="1" w:lastColumn="0" w:oddVBand="0" w:evenVBand="0" w:oddHBand="0" w:evenHBand="0" w:firstRowFirstColumn="0" w:firstRowLastColumn="0" w:lastRowFirstColumn="0" w:lastRowLastColumn="0"/>
            <w:tcW w:w="3056" w:type="dxa"/>
          </w:tcPr>
          <w:p w:rsidR="005156CB" w:rsidRPr="00F95FBD" w:rsidRDefault="005156CB" w:rsidP="0055211D">
            <w:pPr>
              <w:pStyle w:val="Tabulka"/>
              <w:rPr>
                <w:sz w:val="18"/>
              </w:rPr>
            </w:pPr>
            <w:r w:rsidRPr="00F95FBD">
              <w:rPr>
                <w:sz w:val="18"/>
              </w:rPr>
              <w:t>Adresa</w:t>
            </w:r>
          </w:p>
        </w:tc>
        <w:tc>
          <w:tcPr>
            <w:tcW w:w="5812" w:type="dxa"/>
          </w:tcPr>
          <w:p w:rsidR="005156CB" w:rsidRPr="00F95FBD" w:rsidRDefault="005156CB" w:rsidP="0055211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156CB" w:rsidRPr="00F95FBD" w:rsidTr="0055211D">
        <w:tc>
          <w:tcPr>
            <w:cnfStyle w:val="001000000000" w:firstRow="0" w:lastRow="0" w:firstColumn="1" w:lastColumn="0" w:oddVBand="0" w:evenVBand="0" w:oddHBand="0" w:evenHBand="0" w:firstRowFirstColumn="0" w:firstRowLastColumn="0" w:lastRowFirstColumn="0" w:lastRowLastColumn="0"/>
            <w:tcW w:w="3056" w:type="dxa"/>
          </w:tcPr>
          <w:p w:rsidR="005156CB" w:rsidRPr="00F95FBD" w:rsidRDefault="005156CB" w:rsidP="0055211D">
            <w:pPr>
              <w:pStyle w:val="Tabulka"/>
              <w:rPr>
                <w:sz w:val="18"/>
              </w:rPr>
            </w:pPr>
            <w:r w:rsidRPr="00F95FBD">
              <w:rPr>
                <w:sz w:val="18"/>
              </w:rPr>
              <w:t>E-mail</w:t>
            </w:r>
          </w:p>
        </w:tc>
        <w:tc>
          <w:tcPr>
            <w:tcW w:w="5812" w:type="dxa"/>
          </w:tcPr>
          <w:p w:rsidR="005156CB" w:rsidRPr="00F95FBD" w:rsidRDefault="005156CB" w:rsidP="0055211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156CB"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5156CB" w:rsidRPr="00F95FBD" w:rsidRDefault="005156CB" w:rsidP="0055211D">
            <w:pPr>
              <w:pStyle w:val="Tabulka"/>
              <w:rPr>
                <w:sz w:val="18"/>
              </w:rPr>
            </w:pPr>
            <w:r w:rsidRPr="00F95FBD">
              <w:rPr>
                <w:sz w:val="18"/>
              </w:rPr>
              <w:t>Telefon</w:t>
            </w:r>
          </w:p>
        </w:tc>
        <w:tc>
          <w:tcPr>
            <w:tcW w:w="5812" w:type="dxa"/>
            <w:tcBorders>
              <w:bottom w:val="single" w:sz="2" w:space="0" w:color="auto"/>
            </w:tcBorders>
          </w:tcPr>
          <w:p w:rsidR="005156CB" w:rsidRPr="00F95FBD" w:rsidRDefault="005156CB" w:rsidP="0055211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0E5732" w:rsidRPr="00F95FBD" w:rsidRDefault="000E5732" w:rsidP="0055211D">
            <w:pPr>
              <w:pStyle w:val="Tabulka"/>
            </w:pPr>
          </w:p>
        </w:tc>
        <w:tc>
          <w:tcPr>
            <w:tcW w:w="5812" w:type="dxa"/>
            <w:tcBorders>
              <w:top w:val="single" w:sz="2" w:space="0" w:color="auto"/>
              <w:left w:val="nil"/>
              <w:bottom w:val="nil"/>
            </w:tcBorders>
          </w:tcPr>
          <w:p w:rsidR="000E5732" w:rsidRPr="00F95FBD" w:rsidRDefault="000E5732" w:rsidP="0055211D">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D242BB" w:rsidRPr="00F95FBD" w:rsidRDefault="005156CB" w:rsidP="00D242BB">
      <w:pPr>
        <w:pStyle w:val="Nadpistabulky"/>
        <w:rPr>
          <w:sz w:val="18"/>
          <w:szCs w:val="18"/>
        </w:rPr>
      </w:pPr>
      <w:r>
        <w:rPr>
          <w:sz w:val="18"/>
          <w:szCs w:val="18"/>
        </w:rPr>
        <w:t>Specialista</w:t>
      </w:r>
      <w:r w:rsidR="00A94EC4">
        <w:rPr>
          <w:sz w:val="18"/>
          <w:szCs w:val="18"/>
        </w:rPr>
        <w:t xml:space="preserve"> (vedoucí prací) na silnoproud</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D242BB" w:rsidRPr="00F95FBD" w:rsidRDefault="00D242BB" w:rsidP="00B301FA">
            <w:pPr>
              <w:pStyle w:val="Tabulka"/>
              <w:rPr>
                <w:sz w:val="18"/>
              </w:rPr>
            </w:pPr>
            <w:r w:rsidRPr="00F95FBD">
              <w:rPr>
                <w:sz w:val="18"/>
              </w:rPr>
              <w:t>Telefon</w:t>
            </w:r>
          </w:p>
        </w:tc>
        <w:tc>
          <w:tcPr>
            <w:tcW w:w="5812" w:type="dxa"/>
            <w:tcBorders>
              <w:bottom w:val="single" w:sz="2" w:space="0" w:color="auto"/>
            </w:tcBorders>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0E5732" w:rsidRPr="00F95FBD" w:rsidRDefault="000E5732" w:rsidP="00B301FA">
            <w:pPr>
              <w:pStyle w:val="Tabulka"/>
            </w:pPr>
          </w:p>
        </w:tc>
        <w:tc>
          <w:tcPr>
            <w:tcW w:w="5812" w:type="dxa"/>
            <w:tcBorders>
              <w:top w:val="single" w:sz="2" w:space="0" w:color="auto"/>
              <w:left w:val="nil"/>
              <w:bottom w:val="nil"/>
            </w:tcBorders>
          </w:tcPr>
          <w:p w:rsidR="000E5732" w:rsidRPr="00F95FBD" w:rsidRDefault="000E5732"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D242BB" w:rsidRPr="00F95FBD" w:rsidRDefault="00A94EC4" w:rsidP="00D242BB">
      <w:pPr>
        <w:pStyle w:val="Nadpistabulky"/>
        <w:rPr>
          <w:sz w:val="18"/>
          <w:szCs w:val="18"/>
        </w:rPr>
      </w:pPr>
      <w:r>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D242BB" w:rsidRPr="00F95FBD" w:rsidRDefault="00D242BB" w:rsidP="00B301FA">
            <w:pPr>
              <w:pStyle w:val="Tabulka"/>
              <w:rPr>
                <w:sz w:val="18"/>
              </w:rPr>
            </w:pPr>
            <w:r w:rsidRPr="00F95FBD">
              <w:rPr>
                <w:sz w:val="18"/>
              </w:rPr>
              <w:t>Telefon</w:t>
            </w:r>
          </w:p>
        </w:tc>
        <w:tc>
          <w:tcPr>
            <w:tcW w:w="5812" w:type="dxa"/>
            <w:tcBorders>
              <w:bottom w:val="single" w:sz="2" w:space="0" w:color="auto"/>
            </w:tcBorders>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0E5732" w:rsidRPr="00F95FBD" w:rsidRDefault="000E5732" w:rsidP="00B301FA">
            <w:pPr>
              <w:pStyle w:val="Tabulka"/>
            </w:pPr>
          </w:p>
        </w:tc>
        <w:tc>
          <w:tcPr>
            <w:tcW w:w="5812" w:type="dxa"/>
            <w:tcBorders>
              <w:top w:val="single" w:sz="2" w:space="0" w:color="auto"/>
              <w:left w:val="nil"/>
              <w:bottom w:val="nil"/>
            </w:tcBorders>
          </w:tcPr>
          <w:p w:rsidR="000E5732" w:rsidRPr="00F95FBD" w:rsidRDefault="000E5732"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lastRenderedPageBreak/>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D242BB" w:rsidRPr="00F95FBD" w:rsidRDefault="00D242BB" w:rsidP="00B301FA">
            <w:pPr>
              <w:pStyle w:val="Tabulka"/>
              <w:rPr>
                <w:sz w:val="18"/>
              </w:rPr>
            </w:pPr>
            <w:r w:rsidRPr="00F95FBD">
              <w:rPr>
                <w:sz w:val="18"/>
              </w:rPr>
              <w:t>Telefon</w:t>
            </w:r>
          </w:p>
        </w:tc>
        <w:tc>
          <w:tcPr>
            <w:tcW w:w="5812" w:type="dxa"/>
            <w:tcBorders>
              <w:bottom w:val="single" w:sz="2" w:space="0" w:color="auto"/>
            </w:tcBorders>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0E5732" w:rsidRPr="00F95FBD" w:rsidRDefault="000E5732" w:rsidP="00B301FA">
            <w:pPr>
              <w:pStyle w:val="Tabulka"/>
            </w:pPr>
          </w:p>
        </w:tc>
        <w:tc>
          <w:tcPr>
            <w:tcW w:w="5812" w:type="dxa"/>
            <w:tcBorders>
              <w:top w:val="single" w:sz="2" w:space="0" w:color="auto"/>
              <w:left w:val="nil"/>
              <w:bottom w:val="nil"/>
            </w:tcBorders>
          </w:tcPr>
          <w:p w:rsidR="000E5732" w:rsidRPr="00F95FBD" w:rsidRDefault="000E5732"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D242BB" w:rsidRPr="00F95FBD" w:rsidRDefault="00D242BB" w:rsidP="00B301FA">
            <w:pPr>
              <w:pStyle w:val="Tabulka"/>
              <w:rPr>
                <w:sz w:val="18"/>
              </w:rPr>
            </w:pPr>
            <w:r w:rsidRPr="00F95FBD">
              <w:rPr>
                <w:sz w:val="18"/>
              </w:rPr>
              <w:t>Telefon</w:t>
            </w:r>
          </w:p>
        </w:tc>
        <w:tc>
          <w:tcPr>
            <w:tcW w:w="5812" w:type="dxa"/>
            <w:tcBorders>
              <w:bottom w:val="single" w:sz="2" w:space="0" w:color="auto"/>
            </w:tcBorders>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0E5732" w:rsidRPr="00F95FBD" w:rsidRDefault="000E5732" w:rsidP="00B301FA">
            <w:pPr>
              <w:pStyle w:val="Tabulka"/>
            </w:pPr>
          </w:p>
        </w:tc>
        <w:tc>
          <w:tcPr>
            <w:tcW w:w="5812" w:type="dxa"/>
            <w:tcBorders>
              <w:top w:val="single" w:sz="2" w:space="0" w:color="auto"/>
              <w:left w:val="nil"/>
              <w:bottom w:val="nil"/>
            </w:tcBorders>
          </w:tcPr>
          <w:p w:rsidR="000E5732" w:rsidRPr="00F95FBD" w:rsidRDefault="000E5732"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D242BB" w:rsidRPr="00F95FBD" w:rsidRDefault="00D242BB" w:rsidP="00B301FA">
            <w:pPr>
              <w:pStyle w:val="Tabulka"/>
              <w:rPr>
                <w:sz w:val="18"/>
              </w:rPr>
            </w:pPr>
            <w:r w:rsidRPr="00F95FBD">
              <w:rPr>
                <w:sz w:val="18"/>
              </w:rPr>
              <w:t>Telefon</w:t>
            </w:r>
          </w:p>
        </w:tc>
        <w:tc>
          <w:tcPr>
            <w:tcW w:w="5812" w:type="dxa"/>
            <w:tcBorders>
              <w:bottom w:val="single" w:sz="2" w:space="0" w:color="auto"/>
            </w:tcBorders>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0E5732" w:rsidRPr="00F95FBD" w:rsidRDefault="000E5732" w:rsidP="00B301FA">
            <w:pPr>
              <w:pStyle w:val="Tabulka"/>
            </w:pPr>
          </w:p>
        </w:tc>
        <w:tc>
          <w:tcPr>
            <w:tcW w:w="5812" w:type="dxa"/>
            <w:tcBorders>
              <w:top w:val="single" w:sz="2" w:space="0" w:color="auto"/>
              <w:left w:val="nil"/>
              <w:bottom w:val="nil"/>
            </w:tcBorders>
          </w:tcPr>
          <w:p w:rsidR="000E5732" w:rsidRPr="00F95FBD" w:rsidRDefault="000E5732"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rStyle w:val="Nadpisvtabulce"/>
              </w:rPr>
            </w:pPr>
            <w:r w:rsidRPr="00F95FBD">
              <w:rPr>
                <w:rStyle w:val="Nadpisvtabulce"/>
              </w:rPr>
              <w:t>Jméno a příjmení</w:t>
            </w:r>
          </w:p>
        </w:tc>
        <w:tc>
          <w:tcPr>
            <w:tcW w:w="5812" w:type="dxa"/>
          </w:tcPr>
          <w:p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Adresa</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E-mail</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rsidR="00A94EC4" w:rsidRPr="00F95FBD" w:rsidRDefault="00A94EC4" w:rsidP="00B301FA">
            <w:pPr>
              <w:pStyle w:val="Tabulka"/>
              <w:rPr>
                <w:sz w:val="18"/>
              </w:rPr>
            </w:pPr>
            <w:r w:rsidRPr="00F95FBD">
              <w:rPr>
                <w:sz w:val="18"/>
              </w:rPr>
              <w:t>Telefon</w:t>
            </w:r>
          </w:p>
        </w:tc>
        <w:tc>
          <w:tcPr>
            <w:tcW w:w="5812" w:type="dxa"/>
            <w:tcBorders>
              <w:bottom w:val="single" w:sz="2" w:space="0" w:color="auto"/>
            </w:tcBorders>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5732" w:rsidRPr="00F95FBD" w:rsidTr="000E57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right w:val="nil"/>
            </w:tcBorders>
          </w:tcPr>
          <w:p w:rsidR="000E5732" w:rsidRPr="00F95FBD" w:rsidRDefault="000E5732" w:rsidP="00B301FA">
            <w:pPr>
              <w:pStyle w:val="Tabulka"/>
            </w:pPr>
          </w:p>
        </w:tc>
        <w:tc>
          <w:tcPr>
            <w:tcW w:w="5812" w:type="dxa"/>
            <w:tcBorders>
              <w:top w:val="single" w:sz="2" w:space="0" w:color="auto"/>
              <w:left w:val="nil"/>
              <w:bottom w:val="nil"/>
            </w:tcBorders>
          </w:tcPr>
          <w:p w:rsidR="000E5732" w:rsidRPr="00F95FBD" w:rsidRDefault="000E5732"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A94EC4" w:rsidRPr="00F95FBD" w:rsidRDefault="00A94EC4" w:rsidP="00A94EC4">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94EC4"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rStyle w:val="Nadpisvtabulce"/>
              </w:rPr>
            </w:pPr>
            <w:r w:rsidRPr="00F95FBD">
              <w:rPr>
                <w:rStyle w:val="Nadpisvtabulce"/>
              </w:rPr>
              <w:t>Jméno a příjmení</w:t>
            </w:r>
          </w:p>
        </w:tc>
        <w:tc>
          <w:tcPr>
            <w:tcW w:w="5812" w:type="dxa"/>
          </w:tcPr>
          <w:p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Adresa</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E-mail</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Telefon</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sectPr w:rsidR="00F95FBD"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7F1787">
      <w:pPr>
        <w:pStyle w:val="Textbezodsazen"/>
      </w:pPr>
    </w:p>
    <w:p w:rsidR="00F95FBD" w:rsidRPr="00F95FBD" w:rsidRDefault="00F95FBD" w:rsidP="007F1787">
      <w:pPr>
        <w:pStyle w:val="Textbezodsazen"/>
      </w:pPr>
    </w:p>
    <w:p w:rsidR="00174201" w:rsidRDefault="00174201" w:rsidP="007F1787">
      <w:pPr>
        <w:pStyle w:val="Textbezodsazen"/>
      </w:pPr>
    </w:p>
    <w:p w:rsidR="00174201" w:rsidRDefault="00174201" w:rsidP="007F1787">
      <w:pPr>
        <w:pStyle w:val="Textbezodsazen"/>
      </w:pPr>
    </w:p>
    <w:p w:rsidR="00174201" w:rsidRDefault="00174201" w:rsidP="007F1787">
      <w:pPr>
        <w:pStyle w:val="Textbezodsazen"/>
      </w:pPr>
    </w:p>
    <w:p w:rsidR="00174201" w:rsidRDefault="00174201" w:rsidP="007F1787">
      <w:pPr>
        <w:pStyle w:val="Textbezodsazen"/>
      </w:pPr>
    </w:p>
    <w:p w:rsidR="00365243" w:rsidRDefault="00365243" w:rsidP="007F1787">
      <w:pPr>
        <w:pStyle w:val="Textbezodsazen"/>
      </w:pPr>
    </w:p>
    <w:p w:rsidR="00365243" w:rsidRDefault="00365243" w:rsidP="007F1787">
      <w:pPr>
        <w:pStyle w:val="Textbezodsazen"/>
      </w:pPr>
    </w:p>
    <w:p w:rsidR="00365243" w:rsidRDefault="00365243" w:rsidP="007F1787">
      <w:pPr>
        <w:pStyle w:val="Textbezodsazen"/>
      </w:pPr>
    </w:p>
    <w:p w:rsidR="00F95FBD" w:rsidRDefault="00F95FBD" w:rsidP="007F1787">
      <w:pPr>
        <w:pStyle w:val="Textbezodsazen"/>
      </w:pPr>
    </w:p>
    <w:p w:rsidR="00F762A8" w:rsidRDefault="00F762A8" w:rsidP="00165977">
      <w:pPr>
        <w:pStyle w:val="Tabulka"/>
        <w:sectPr w:rsidR="00F762A8" w:rsidSect="00C64DF9">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CD320A" w:rsidRDefault="00CD320A"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5"/>
          <w:footerReference w:type="even" r:id="rId26"/>
          <w:footerReference w:type="default" r:id="rId27"/>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rsidR="00F762A8" w:rsidRPr="00F762A8" w:rsidRDefault="00F762A8" w:rsidP="00F762A8">
      <w:pPr>
        <w:pStyle w:val="slovanseznam"/>
        <w:rPr>
          <w:b/>
        </w:rPr>
      </w:pPr>
      <w:r w:rsidRPr="00F762A8">
        <w:rPr>
          <w:b/>
        </w:rPr>
        <w:t>Rozsah zpracovávaných údajů</w:t>
      </w:r>
    </w:p>
    <w:p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D70440">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rsidR="00F762A8" w:rsidRPr="005E7125" w:rsidRDefault="00F762A8" w:rsidP="00F762A8">
      <w:pPr>
        <w:pStyle w:val="Nadpisbezsl1-1"/>
      </w:pPr>
      <w:r w:rsidRPr="005E7125">
        <w:lastRenderedPageBreak/>
        <w:t>Příloha č. 6</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8D546F" w:rsidRDefault="008D546F" w:rsidP="00F762A8">
      <w:pPr>
        <w:pStyle w:val="Textbezodsazen"/>
      </w:pPr>
    </w:p>
    <w:p w:rsidR="00C64DF9" w:rsidRDefault="00C64DF9" w:rsidP="00F762A8">
      <w:pPr>
        <w:pStyle w:val="Textbezodsazen"/>
      </w:pPr>
    </w:p>
    <w:p w:rsidR="00C64DF9" w:rsidRDefault="00C64DF9" w:rsidP="00F762A8">
      <w:pPr>
        <w:pStyle w:val="Textbezodsazen"/>
      </w:pPr>
    </w:p>
    <w:p w:rsidR="00C64DF9" w:rsidRDefault="00C64DF9" w:rsidP="00F762A8">
      <w:pPr>
        <w:pStyle w:val="Textbezodsazen"/>
      </w:pPr>
    </w:p>
    <w:p w:rsidR="00F762A8" w:rsidRDefault="00F762A8" w:rsidP="00F762A8">
      <w:pPr>
        <w:pStyle w:val="Textbezodsazen"/>
      </w:pPr>
    </w:p>
    <w:p w:rsidR="00F762A8" w:rsidRDefault="00F762A8" w:rsidP="00F762A8">
      <w:pPr>
        <w:pStyle w:val="Textbezodsazen"/>
        <w:sectPr w:rsidR="00F762A8" w:rsidSect="00C64DF9">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B41810">
        <w:t>„Zvýšení trakčního výkonu TNS Balabenka“</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V ..........................      dne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8D546F" w:rsidRPr="00165977" w:rsidRDefault="008D546F" w:rsidP="00B41810">
      <w:pPr>
        <w:pStyle w:val="Nadpisbezsl1-1"/>
      </w:pPr>
    </w:p>
    <w:sectPr w:rsidR="008D546F" w:rsidRPr="00165977" w:rsidSect="00C64DF9">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D46" w:rsidRDefault="008C7D46" w:rsidP="00962258">
      <w:pPr>
        <w:spacing w:after="0" w:line="240" w:lineRule="auto"/>
      </w:pPr>
      <w:r>
        <w:separator/>
      </w:r>
    </w:p>
  </w:endnote>
  <w:endnote w:type="continuationSeparator" w:id="0">
    <w:p w:rsidR="008C7D46" w:rsidRDefault="008C7D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436D53" w:rsidRPr="003462EB" w:rsidTr="007F1787">
      <w:tc>
        <w:tcPr>
          <w:tcW w:w="851" w:type="dxa"/>
          <w:tcMar>
            <w:left w:w="0" w:type="dxa"/>
            <w:right w:w="0" w:type="dxa"/>
          </w:tcMar>
          <w:vAlign w:val="bottom"/>
        </w:tcPr>
        <w:p w:rsidR="00436D53" w:rsidRPr="00B8518B" w:rsidRDefault="00436D5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3</w:t>
          </w:r>
          <w:r w:rsidRPr="007145F3">
            <w:rPr>
              <w:b/>
              <w:noProof/>
              <w:color w:val="FF5200" w:themeColor="accent2"/>
              <w:sz w:val="14"/>
              <w:szCs w:val="14"/>
            </w:rPr>
            <w:fldChar w:fldCharType="end"/>
          </w:r>
        </w:p>
      </w:tc>
      <w:tc>
        <w:tcPr>
          <w:tcW w:w="7739" w:type="dxa"/>
          <w:vAlign w:val="bottom"/>
        </w:tcPr>
        <w:p w:rsidR="00436D53" w:rsidRDefault="00436D53" w:rsidP="007F1787">
          <w:pPr>
            <w:pStyle w:val="Zpatvlevo"/>
          </w:pPr>
          <w:r>
            <w:t>Smlouva o dílo – Zhotovení Projektové dokumentace a Stavby</w:t>
          </w:r>
        </w:p>
        <w:p w:rsidR="00436D53" w:rsidRPr="003462EB" w:rsidRDefault="00436D5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8707B">
            <w:rPr>
              <w:rStyle w:val="Tun"/>
              <w:noProof/>
            </w:rPr>
            <w:t>„Zvýšení trakčního výkonu TNS Balabenka“</w:t>
          </w:r>
          <w:r w:rsidRPr="00612EE8">
            <w:rPr>
              <w:rStyle w:val="Tun"/>
            </w:rPr>
            <w:fldChar w:fldCharType="end"/>
          </w:r>
        </w:p>
      </w:tc>
    </w:tr>
  </w:tbl>
  <w:p w:rsidR="00436D53" w:rsidRPr="00430206" w:rsidRDefault="00436D5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36D53" w:rsidRPr="003462EB" w:rsidTr="00174201">
      <w:tc>
        <w:tcPr>
          <w:tcW w:w="851" w:type="dxa"/>
          <w:tcMar>
            <w:left w:w="0" w:type="dxa"/>
            <w:right w:w="0" w:type="dxa"/>
          </w:tcMar>
          <w:vAlign w:val="bottom"/>
        </w:tcPr>
        <w:p w:rsidR="00436D53" w:rsidRPr="00B8518B" w:rsidRDefault="00436D5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436D53" w:rsidRPr="00CD320A" w:rsidRDefault="00436D53" w:rsidP="00174201">
          <w:pPr>
            <w:pStyle w:val="Zpatvlevo"/>
            <w:rPr>
              <w:rStyle w:val="Tun"/>
            </w:rPr>
          </w:pPr>
          <w:r w:rsidRPr="00CD320A">
            <w:rPr>
              <w:rStyle w:val="Tun"/>
            </w:rPr>
            <w:t>Příloha č. 4</w:t>
          </w:r>
        </w:p>
        <w:p w:rsidR="00436D53" w:rsidRDefault="00436D53" w:rsidP="00174201">
          <w:pPr>
            <w:pStyle w:val="Zpatvlevo"/>
          </w:pPr>
          <w:r>
            <w:t>Smlouva o dílo – Zhotovení Projektové dokumentace a Stavby</w:t>
          </w:r>
        </w:p>
        <w:p w:rsidR="00436D53" w:rsidRPr="003462EB" w:rsidRDefault="00436D5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436D53" w:rsidRPr="00430206" w:rsidRDefault="00436D5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36D53" w:rsidTr="00174201">
      <w:tc>
        <w:tcPr>
          <w:tcW w:w="7881" w:type="dxa"/>
          <w:tcMar>
            <w:left w:w="0" w:type="dxa"/>
            <w:right w:w="0" w:type="dxa"/>
          </w:tcMar>
          <w:vAlign w:val="bottom"/>
        </w:tcPr>
        <w:p w:rsidR="00436D53" w:rsidRPr="00CD320A" w:rsidRDefault="00436D53" w:rsidP="00174201">
          <w:pPr>
            <w:pStyle w:val="Zpatvpravo"/>
            <w:rPr>
              <w:rStyle w:val="Tun"/>
            </w:rPr>
          </w:pPr>
          <w:r w:rsidRPr="00CD320A">
            <w:rPr>
              <w:rStyle w:val="Tun"/>
            </w:rPr>
            <w:t>PŘÍLOHA č. 4</w:t>
          </w:r>
        </w:p>
        <w:p w:rsidR="00436D53" w:rsidRDefault="00436D53" w:rsidP="00174201">
          <w:pPr>
            <w:pStyle w:val="Zpatvpravo"/>
          </w:pPr>
          <w:r>
            <w:t>SMLOUVA O DÍLO - Zhotovení Projektové dokumentace a Stavby</w:t>
          </w:r>
        </w:p>
        <w:p w:rsidR="00436D53" w:rsidRPr="00B8518B" w:rsidRDefault="00436D5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8707B">
            <w:rPr>
              <w:rStyle w:val="Tun"/>
              <w:noProof/>
            </w:rPr>
            <w:t>„Zvýšení trakčního výkonu TNS Balabenka“</w:t>
          </w:r>
          <w:r w:rsidRPr="00612EE8">
            <w:rPr>
              <w:rStyle w:val="Tun"/>
            </w:rPr>
            <w:fldChar w:fldCharType="end"/>
          </w:r>
        </w:p>
      </w:tc>
      <w:tc>
        <w:tcPr>
          <w:tcW w:w="851" w:type="dxa"/>
          <w:vAlign w:val="bottom"/>
        </w:tcPr>
        <w:p w:rsidR="00436D53" w:rsidRDefault="00436D5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1</w:t>
          </w:r>
          <w:r w:rsidRPr="007145F3">
            <w:rPr>
              <w:b/>
              <w:noProof/>
              <w:color w:val="FF5200" w:themeColor="accent2"/>
              <w:sz w:val="14"/>
              <w:szCs w:val="14"/>
            </w:rPr>
            <w:fldChar w:fldCharType="end"/>
          </w:r>
        </w:p>
      </w:tc>
    </w:tr>
  </w:tbl>
  <w:p w:rsidR="00436D53" w:rsidRPr="00B8518B" w:rsidRDefault="00436D5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36D53" w:rsidRPr="003462EB" w:rsidTr="008D546F">
      <w:tc>
        <w:tcPr>
          <w:tcW w:w="851" w:type="dxa"/>
          <w:tcMar>
            <w:left w:w="0" w:type="dxa"/>
            <w:right w:w="0" w:type="dxa"/>
          </w:tcMar>
          <w:vAlign w:val="bottom"/>
        </w:tcPr>
        <w:p w:rsidR="00436D53" w:rsidRPr="00B8518B" w:rsidRDefault="00436D5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436D53" w:rsidRPr="00CD320A" w:rsidRDefault="00436D53" w:rsidP="008D546F">
          <w:pPr>
            <w:pStyle w:val="Zpatvlevo"/>
            <w:rPr>
              <w:rStyle w:val="Tun"/>
            </w:rPr>
          </w:pPr>
          <w:r w:rsidRPr="00CD320A">
            <w:rPr>
              <w:rStyle w:val="Tun"/>
            </w:rPr>
            <w:t xml:space="preserve">Příloha č. </w:t>
          </w:r>
          <w:r>
            <w:rPr>
              <w:rStyle w:val="Tun"/>
            </w:rPr>
            <w:t>5</w:t>
          </w:r>
        </w:p>
        <w:p w:rsidR="00436D53" w:rsidRDefault="00436D53" w:rsidP="008D546F">
          <w:pPr>
            <w:pStyle w:val="Zpatvlevo"/>
          </w:pPr>
          <w:r>
            <w:t>Smlouva o dílo – Zhotovení Projektové dokumentace a Stavby</w:t>
          </w:r>
        </w:p>
        <w:p w:rsidR="00436D53" w:rsidRPr="003462EB" w:rsidRDefault="00436D5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8707B">
            <w:rPr>
              <w:rStyle w:val="Tun"/>
              <w:noProof/>
            </w:rPr>
            <w:t>„Zvýšení trakčního výkonu TNS Balabenka“</w:t>
          </w:r>
          <w:r w:rsidRPr="00612EE8">
            <w:rPr>
              <w:rStyle w:val="Tun"/>
            </w:rPr>
            <w:fldChar w:fldCharType="end"/>
          </w:r>
        </w:p>
      </w:tc>
    </w:tr>
  </w:tbl>
  <w:p w:rsidR="00436D53" w:rsidRPr="00430206" w:rsidRDefault="00436D5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36D53" w:rsidTr="008D546F">
      <w:tc>
        <w:tcPr>
          <w:tcW w:w="7881" w:type="dxa"/>
          <w:tcMar>
            <w:left w:w="0" w:type="dxa"/>
            <w:right w:w="0" w:type="dxa"/>
          </w:tcMar>
          <w:vAlign w:val="bottom"/>
        </w:tcPr>
        <w:p w:rsidR="00436D53" w:rsidRPr="00D70440" w:rsidRDefault="00436D53" w:rsidP="008D546F">
          <w:pPr>
            <w:pStyle w:val="Zpatvpravo"/>
            <w:rPr>
              <w:rStyle w:val="Tun"/>
            </w:rPr>
          </w:pPr>
          <w:r>
            <w:rPr>
              <w:rStyle w:val="Tun"/>
            </w:rPr>
            <w:t>PŘÍLOHA č. 5</w:t>
          </w:r>
        </w:p>
        <w:p w:rsidR="00436D53" w:rsidRDefault="00436D5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rsidR="00436D53" w:rsidRPr="00CD320A" w:rsidRDefault="00436D5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8707B" w:rsidRPr="00E8707B">
            <w:rPr>
              <w:rStyle w:val="slostrnky"/>
              <w:bCs/>
              <w:noProof/>
              <w:color w:val="auto"/>
            </w:rPr>
            <w:t>„Zvýšení trakčního výkonu TNS Balabenka“</w:t>
          </w:r>
          <w:r w:rsidRPr="00CD320A">
            <w:rPr>
              <w:rStyle w:val="slostrnky"/>
              <w:color w:val="auto"/>
            </w:rPr>
            <w:fldChar w:fldCharType="end"/>
          </w:r>
        </w:p>
      </w:tc>
      <w:tc>
        <w:tcPr>
          <w:tcW w:w="851" w:type="dxa"/>
          <w:vAlign w:val="bottom"/>
        </w:tcPr>
        <w:p w:rsidR="00436D53" w:rsidRDefault="00436D5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2</w:t>
          </w:r>
          <w:r w:rsidRPr="007145F3">
            <w:rPr>
              <w:b/>
              <w:noProof/>
              <w:color w:val="FF5200" w:themeColor="accent2"/>
              <w:sz w:val="14"/>
              <w:szCs w:val="14"/>
            </w:rPr>
            <w:fldChar w:fldCharType="end"/>
          </w:r>
        </w:p>
      </w:tc>
    </w:tr>
  </w:tbl>
  <w:p w:rsidR="00436D53" w:rsidRPr="00B8518B" w:rsidRDefault="00436D5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36D53" w:rsidRPr="003462EB" w:rsidTr="008D546F">
      <w:tc>
        <w:tcPr>
          <w:tcW w:w="851" w:type="dxa"/>
          <w:tcMar>
            <w:left w:w="0" w:type="dxa"/>
            <w:right w:w="0" w:type="dxa"/>
          </w:tcMar>
          <w:vAlign w:val="bottom"/>
        </w:tcPr>
        <w:p w:rsidR="00436D53" w:rsidRPr="00B8518B" w:rsidRDefault="00436D5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436D53" w:rsidRPr="00CD320A" w:rsidRDefault="00436D53" w:rsidP="008D546F">
          <w:pPr>
            <w:pStyle w:val="Zpatvlevo"/>
            <w:rPr>
              <w:rStyle w:val="Tun"/>
            </w:rPr>
          </w:pPr>
          <w:r w:rsidRPr="00CD320A">
            <w:rPr>
              <w:rStyle w:val="Tun"/>
            </w:rPr>
            <w:t xml:space="preserve">Příloha č. </w:t>
          </w:r>
          <w:r>
            <w:rPr>
              <w:rStyle w:val="Tun"/>
            </w:rPr>
            <w:t>6</w:t>
          </w:r>
        </w:p>
        <w:p w:rsidR="00436D53" w:rsidRDefault="00436D53" w:rsidP="008D546F">
          <w:pPr>
            <w:pStyle w:val="Zpatvlevo"/>
          </w:pPr>
          <w:r>
            <w:t>Smlouva o dílo – Zhotovení Projektové dokumentace a Stavby</w:t>
          </w:r>
        </w:p>
        <w:p w:rsidR="00436D53" w:rsidRPr="003462EB" w:rsidRDefault="00436D5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436D53" w:rsidRPr="00430206" w:rsidRDefault="00436D5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36D53" w:rsidTr="008D546F">
      <w:tc>
        <w:tcPr>
          <w:tcW w:w="7881" w:type="dxa"/>
          <w:tcMar>
            <w:left w:w="0" w:type="dxa"/>
            <w:right w:w="0" w:type="dxa"/>
          </w:tcMar>
          <w:vAlign w:val="bottom"/>
        </w:tcPr>
        <w:p w:rsidR="00436D53" w:rsidRPr="00D70440" w:rsidRDefault="00436D53" w:rsidP="008D546F">
          <w:pPr>
            <w:pStyle w:val="Zpatvpravo"/>
            <w:rPr>
              <w:rStyle w:val="Tun"/>
            </w:rPr>
          </w:pPr>
          <w:r>
            <w:rPr>
              <w:rStyle w:val="Tun"/>
            </w:rPr>
            <w:t>PŘÍLOHA č. 6</w:t>
          </w:r>
        </w:p>
        <w:p w:rsidR="00436D53" w:rsidRDefault="00436D5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rsidR="00436D53" w:rsidRPr="00CD320A" w:rsidRDefault="00436D5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8707B" w:rsidRPr="00E8707B">
            <w:rPr>
              <w:rStyle w:val="slostrnky"/>
              <w:bCs/>
              <w:noProof/>
              <w:color w:val="auto"/>
            </w:rPr>
            <w:t>„Zvýšení trakčního výkonu TNS Balabenka“</w:t>
          </w:r>
          <w:r w:rsidRPr="00CD320A">
            <w:rPr>
              <w:rStyle w:val="slostrnky"/>
              <w:color w:val="auto"/>
            </w:rPr>
            <w:fldChar w:fldCharType="end"/>
          </w:r>
        </w:p>
      </w:tc>
      <w:tc>
        <w:tcPr>
          <w:tcW w:w="851" w:type="dxa"/>
          <w:vAlign w:val="bottom"/>
        </w:tcPr>
        <w:p w:rsidR="00436D53" w:rsidRDefault="00436D5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1</w:t>
          </w:r>
          <w:r w:rsidRPr="007145F3">
            <w:rPr>
              <w:b/>
              <w:noProof/>
              <w:color w:val="FF5200" w:themeColor="accent2"/>
              <w:sz w:val="14"/>
              <w:szCs w:val="14"/>
            </w:rPr>
            <w:fldChar w:fldCharType="end"/>
          </w:r>
        </w:p>
      </w:tc>
    </w:tr>
  </w:tbl>
  <w:p w:rsidR="00436D53" w:rsidRPr="00B8518B" w:rsidRDefault="00436D5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36D53" w:rsidRPr="003462EB" w:rsidTr="008D546F">
      <w:tc>
        <w:tcPr>
          <w:tcW w:w="851" w:type="dxa"/>
          <w:tcMar>
            <w:left w:w="0" w:type="dxa"/>
            <w:right w:w="0" w:type="dxa"/>
          </w:tcMar>
          <w:vAlign w:val="bottom"/>
        </w:tcPr>
        <w:p w:rsidR="00436D53" w:rsidRPr="00B8518B" w:rsidRDefault="00436D5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436D53" w:rsidRDefault="00436D53" w:rsidP="008D546F">
          <w:pPr>
            <w:pStyle w:val="Zpatvlevo"/>
            <w:rPr>
              <w:rStyle w:val="Tun"/>
            </w:rPr>
          </w:pPr>
          <w:r w:rsidRPr="008D546F">
            <w:rPr>
              <w:rStyle w:val="Tun"/>
            </w:rPr>
            <w:t>Krycí list k žádosti zhotovitele o zálohovou platbu k Příloze č.7</w:t>
          </w:r>
        </w:p>
        <w:p w:rsidR="00436D53" w:rsidRDefault="00436D53" w:rsidP="008D546F">
          <w:pPr>
            <w:pStyle w:val="Zpatvlevo"/>
          </w:pPr>
          <w:r>
            <w:t>Smlouva o dílo – Zhotovení Projektové dokumentace a Stavby</w:t>
          </w:r>
        </w:p>
        <w:p w:rsidR="00436D53" w:rsidRPr="003462EB" w:rsidRDefault="00436D5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436D53" w:rsidRPr="00430206" w:rsidRDefault="00436D5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36D53" w:rsidTr="008D546F">
      <w:tc>
        <w:tcPr>
          <w:tcW w:w="7881" w:type="dxa"/>
          <w:tcMar>
            <w:left w:w="0" w:type="dxa"/>
            <w:right w:w="0" w:type="dxa"/>
          </w:tcMar>
          <w:vAlign w:val="bottom"/>
        </w:tcPr>
        <w:p w:rsidR="00436D53" w:rsidRPr="008D546F" w:rsidRDefault="00436D53" w:rsidP="008D546F">
          <w:pPr>
            <w:pStyle w:val="Zpatvpravo"/>
            <w:rPr>
              <w:rStyle w:val="Tun"/>
            </w:rPr>
          </w:pPr>
          <w:r w:rsidRPr="008D546F">
            <w:rPr>
              <w:rStyle w:val="Tun"/>
            </w:rPr>
            <w:t>Krycí list k žádosti zhotovitele o zálohovou platbu k Příloze č.7</w:t>
          </w:r>
        </w:p>
        <w:p w:rsidR="00436D53" w:rsidRDefault="00436D5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rsidR="00436D53" w:rsidRPr="00CD320A" w:rsidRDefault="00436D5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8707B" w:rsidRPr="00E8707B">
            <w:rPr>
              <w:rStyle w:val="slostrnky"/>
              <w:bCs/>
              <w:noProof/>
              <w:color w:val="auto"/>
            </w:rPr>
            <w:t>„Zvýšení trakčního výkonu TNS Balabenka“</w:t>
          </w:r>
          <w:r w:rsidRPr="00CD320A">
            <w:rPr>
              <w:rStyle w:val="slostrnky"/>
              <w:color w:val="auto"/>
            </w:rPr>
            <w:fldChar w:fldCharType="end"/>
          </w:r>
        </w:p>
      </w:tc>
      <w:tc>
        <w:tcPr>
          <w:tcW w:w="851" w:type="dxa"/>
          <w:vAlign w:val="bottom"/>
        </w:tcPr>
        <w:p w:rsidR="00436D53" w:rsidRDefault="00436D5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1</w:t>
          </w:r>
          <w:r w:rsidRPr="007145F3">
            <w:rPr>
              <w:b/>
              <w:noProof/>
              <w:color w:val="FF5200" w:themeColor="accent2"/>
              <w:sz w:val="14"/>
              <w:szCs w:val="14"/>
            </w:rPr>
            <w:fldChar w:fldCharType="end"/>
          </w:r>
        </w:p>
      </w:tc>
    </w:tr>
  </w:tbl>
  <w:p w:rsidR="00436D53" w:rsidRPr="00B8518B" w:rsidRDefault="00436D5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36D53" w:rsidRPr="009E09BE" w:rsidTr="007F1787">
      <w:tc>
        <w:tcPr>
          <w:tcW w:w="7797" w:type="dxa"/>
          <w:tcMar>
            <w:left w:w="0" w:type="dxa"/>
            <w:right w:w="0" w:type="dxa"/>
          </w:tcMar>
          <w:vAlign w:val="bottom"/>
        </w:tcPr>
        <w:p w:rsidR="00436D53" w:rsidRDefault="00436D53" w:rsidP="007F1787">
          <w:pPr>
            <w:pStyle w:val="Zpatvpravo"/>
          </w:pPr>
          <w:r>
            <w:t>Smlouva o dílo – Zhotovení Projektové dokumentace a Stavby</w:t>
          </w:r>
        </w:p>
        <w:p w:rsidR="00436D53" w:rsidRPr="00612EE8" w:rsidRDefault="00436D5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8707B">
            <w:rPr>
              <w:rStyle w:val="Tun"/>
              <w:noProof/>
            </w:rPr>
            <w:t>„Zvýšení trakčního výkonu TNS Balabenka“</w:t>
          </w:r>
          <w:r w:rsidRPr="00612EE8">
            <w:rPr>
              <w:rStyle w:val="Tun"/>
            </w:rPr>
            <w:fldChar w:fldCharType="end"/>
          </w:r>
        </w:p>
      </w:tc>
      <w:tc>
        <w:tcPr>
          <w:tcW w:w="851" w:type="dxa"/>
          <w:vAlign w:val="bottom"/>
        </w:tcPr>
        <w:p w:rsidR="00436D53" w:rsidRPr="009E09BE" w:rsidRDefault="00436D5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3</w:t>
          </w:r>
          <w:r w:rsidRPr="007145F3">
            <w:rPr>
              <w:b/>
              <w:noProof/>
              <w:color w:val="FF5200" w:themeColor="accent2"/>
              <w:sz w:val="14"/>
              <w:szCs w:val="14"/>
            </w:rPr>
            <w:fldChar w:fldCharType="end"/>
          </w:r>
        </w:p>
      </w:tc>
    </w:tr>
  </w:tbl>
  <w:p w:rsidR="00436D53" w:rsidRPr="00B8518B" w:rsidRDefault="00436D5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D53" w:rsidRDefault="00436D53" w:rsidP="003F78B3">
    <w:pPr>
      <w:pStyle w:val="Zpat"/>
      <w:rPr>
        <w:rFonts w:cs="Calibri"/>
        <w:szCs w:val="12"/>
      </w:rPr>
    </w:pPr>
  </w:p>
  <w:p w:rsidR="00436D53" w:rsidRDefault="00436D53" w:rsidP="003F78B3">
    <w:pPr>
      <w:pStyle w:val="Zpat"/>
      <w:rPr>
        <w:rFonts w:cs="Calibri"/>
        <w:szCs w:val="12"/>
      </w:rPr>
    </w:pPr>
  </w:p>
  <w:p w:rsidR="00436D53" w:rsidRPr="00460660" w:rsidRDefault="00436D53" w:rsidP="003F78B3">
    <w:pPr>
      <w:pStyle w:val="Zpat"/>
      <w:rPr>
        <w:sz w:val="2"/>
        <w:szCs w:val="2"/>
      </w:rPr>
    </w:pPr>
  </w:p>
  <w:p w:rsidR="00436D53" w:rsidRDefault="00436D53">
    <w:pPr>
      <w:pStyle w:val="Zpat"/>
      <w:rPr>
        <w:noProof/>
        <w:lang w:eastAsia="cs-CZ"/>
      </w:rPr>
    </w:pPr>
  </w:p>
  <w:p w:rsidR="00436D53" w:rsidRPr="00460660" w:rsidRDefault="00436D5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36D53" w:rsidRPr="003462EB" w:rsidTr="007F1787">
      <w:tc>
        <w:tcPr>
          <w:tcW w:w="851" w:type="dxa"/>
          <w:tcMar>
            <w:left w:w="0" w:type="dxa"/>
            <w:right w:w="0" w:type="dxa"/>
          </w:tcMar>
          <w:vAlign w:val="bottom"/>
        </w:tcPr>
        <w:p w:rsidR="00436D53" w:rsidRPr="00B8518B" w:rsidRDefault="00436D5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436D53" w:rsidRPr="006B4C5E" w:rsidRDefault="00436D53" w:rsidP="007F1787">
          <w:pPr>
            <w:pStyle w:val="Zpatvlevo"/>
            <w:rPr>
              <w:rStyle w:val="Tun"/>
            </w:rPr>
          </w:pPr>
          <w:r w:rsidRPr="006B4C5E">
            <w:rPr>
              <w:rStyle w:val="Tun"/>
            </w:rPr>
            <w:t>Příloha č. 1</w:t>
          </w:r>
        </w:p>
        <w:p w:rsidR="00436D53" w:rsidRDefault="00436D53" w:rsidP="007F1787">
          <w:pPr>
            <w:pStyle w:val="Zpatvlevo"/>
          </w:pPr>
          <w:r>
            <w:t>Smlouva o dílo – Zhotovení Projektové dokumentace a Stavby</w:t>
          </w:r>
        </w:p>
        <w:p w:rsidR="00436D53" w:rsidRPr="003462EB" w:rsidRDefault="00436D5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436D53" w:rsidRPr="00430206" w:rsidRDefault="00436D5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436D53" w:rsidTr="007F1787">
      <w:tc>
        <w:tcPr>
          <w:tcW w:w="7655" w:type="dxa"/>
          <w:tcMar>
            <w:left w:w="0" w:type="dxa"/>
            <w:right w:w="0" w:type="dxa"/>
          </w:tcMar>
          <w:vAlign w:val="bottom"/>
        </w:tcPr>
        <w:p w:rsidR="00436D53" w:rsidRPr="00CD320A" w:rsidRDefault="00436D53" w:rsidP="007F1787">
          <w:pPr>
            <w:pStyle w:val="Zpatvpravo"/>
            <w:rPr>
              <w:rStyle w:val="Tun"/>
            </w:rPr>
          </w:pPr>
          <w:r w:rsidRPr="00CD320A">
            <w:rPr>
              <w:rStyle w:val="Tun"/>
            </w:rPr>
            <w:t xml:space="preserve">PŘÍLOHA č. </w:t>
          </w:r>
          <w:r>
            <w:rPr>
              <w:rStyle w:val="Tun"/>
            </w:rPr>
            <w:t>1</w:t>
          </w:r>
        </w:p>
        <w:p w:rsidR="00436D53" w:rsidRDefault="00436D53" w:rsidP="007F1787">
          <w:pPr>
            <w:pStyle w:val="Zpatvpravo"/>
          </w:pPr>
          <w:r>
            <w:t>SMLOUVA O DÍLO - Zhotovení Projektové dokumentace a Stavby</w:t>
          </w:r>
        </w:p>
        <w:p w:rsidR="00436D53" w:rsidRPr="00B8518B" w:rsidRDefault="00436D5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8707B">
            <w:rPr>
              <w:rStyle w:val="Tun"/>
              <w:noProof/>
            </w:rPr>
            <w:t>„Zvýšení trakčního výkonu TNS Balabenka“</w:t>
          </w:r>
          <w:r w:rsidRPr="00612EE8">
            <w:rPr>
              <w:rStyle w:val="Tun"/>
            </w:rPr>
            <w:fldChar w:fldCharType="end"/>
          </w:r>
        </w:p>
      </w:tc>
      <w:tc>
        <w:tcPr>
          <w:tcW w:w="851" w:type="dxa"/>
          <w:vAlign w:val="bottom"/>
        </w:tcPr>
        <w:p w:rsidR="00436D53" w:rsidRDefault="00436D5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1</w:t>
          </w:r>
          <w:r w:rsidRPr="007145F3">
            <w:rPr>
              <w:b/>
              <w:noProof/>
              <w:color w:val="FF5200" w:themeColor="accent2"/>
              <w:sz w:val="14"/>
              <w:szCs w:val="14"/>
            </w:rPr>
            <w:fldChar w:fldCharType="end"/>
          </w:r>
        </w:p>
      </w:tc>
    </w:tr>
  </w:tbl>
  <w:p w:rsidR="00436D53" w:rsidRPr="00B8518B" w:rsidRDefault="00436D5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36D53" w:rsidRPr="003462EB" w:rsidTr="007F1787">
      <w:tc>
        <w:tcPr>
          <w:tcW w:w="851" w:type="dxa"/>
          <w:tcMar>
            <w:left w:w="0" w:type="dxa"/>
            <w:right w:w="0" w:type="dxa"/>
          </w:tcMar>
          <w:vAlign w:val="bottom"/>
        </w:tcPr>
        <w:p w:rsidR="00436D53" w:rsidRPr="00B8518B" w:rsidRDefault="00436D5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rsidR="00436D53" w:rsidRPr="006B4C5E" w:rsidRDefault="00436D53" w:rsidP="007F1787">
          <w:pPr>
            <w:pStyle w:val="Zpatvlevo"/>
            <w:rPr>
              <w:rStyle w:val="Tun"/>
            </w:rPr>
          </w:pPr>
          <w:r w:rsidRPr="006B4C5E">
            <w:rPr>
              <w:rStyle w:val="Tun"/>
            </w:rPr>
            <w:t xml:space="preserve">Příloha č. </w:t>
          </w:r>
          <w:r>
            <w:rPr>
              <w:rStyle w:val="Tun"/>
            </w:rPr>
            <w:t>2</w:t>
          </w:r>
        </w:p>
        <w:p w:rsidR="00436D53" w:rsidRDefault="00436D53" w:rsidP="007F1787">
          <w:pPr>
            <w:pStyle w:val="Zpatvlevo"/>
          </w:pPr>
          <w:r>
            <w:t>Smlouva o dílo – Zhotovení Projektové dokumentace a Stavby</w:t>
          </w:r>
        </w:p>
        <w:p w:rsidR="00436D53" w:rsidRPr="003462EB" w:rsidRDefault="00436D5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8707B">
            <w:rPr>
              <w:rStyle w:val="Tun"/>
              <w:noProof/>
            </w:rPr>
            <w:t>„Zvýšení trakčního výkonu TNS Balabenka“</w:t>
          </w:r>
          <w:r w:rsidRPr="00612EE8">
            <w:rPr>
              <w:rStyle w:val="Tun"/>
            </w:rPr>
            <w:fldChar w:fldCharType="end"/>
          </w:r>
        </w:p>
      </w:tc>
    </w:tr>
  </w:tbl>
  <w:p w:rsidR="00436D53" w:rsidRPr="00430206" w:rsidRDefault="00436D5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36D53" w:rsidTr="007F1787">
      <w:tc>
        <w:tcPr>
          <w:tcW w:w="7881" w:type="dxa"/>
          <w:tcMar>
            <w:left w:w="0" w:type="dxa"/>
            <w:right w:w="0" w:type="dxa"/>
          </w:tcMar>
          <w:vAlign w:val="bottom"/>
        </w:tcPr>
        <w:p w:rsidR="00436D53" w:rsidRPr="00CD320A" w:rsidRDefault="00436D53" w:rsidP="007F1787">
          <w:pPr>
            <w:pStyle w:val="Zpatvpravo"/>
            <w:rPr>
              <w:rStyle w:val="Tun"/>
            </w:rPr>
          </w:pPr>
          <w:r w:rsidRPr="00CD320A">
            <w:rPr>
              <w:rStyle w:val="Tun"/>
            </w:rPr>
            <w:t xml:space="preserve">PŘÍLOHA č. </w:t>
          </w:r>
          <w:r>
            <w:rPr>
              <w:rStyle w:val="Tun"/>
            </w:rPr>
            <w:t>2</w:t>
          </w:r>
        </w:p>
        <w:p w:rsidR="00436D53" w:rsidRDefault="00436D53" w:rsidP="007F1787">
          <w:pPr>
            <w:pStyle w:val="Zpatvpravo"/>
          </w:pPr>
          <w:r>
            <w:t>SMLOUVA O DÍLO - Zhotovení Projektové dokumentace a Stavby</w:t>
          </w:r>
        </w:p>
        <w:p w:rsidR="00436D53" w:rsidRPr="00B8518B" w:rsidRDefault="00436D5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8707B">
            <w:rPr>
              <w:rStyle w:val="Tun"/>
              <w:noProof/>
            </w:rPr>
            <w:t>„Zvýšení trakčního výkonu TNS Balabenka“</w:t>
          </w:r>
          <w:r w:rsidRPr="00612EE8">
            <w:rPr>
              <w:rStyle w:val="Tun"/>
            </w:rPr>
            <w:fldChar w:fldCharType="end"/>
          </w:r>
        </w:p>
      </w:tc>
      <w:tc>
        <w:tcPr>
          <w:tcW w:w="851" w:type="dxa"/>
          <w:vAlign w:val="bottom"/>
        </w:tcPr>
        <w:p w:rsidR="00436D53" w:rsidRDefault="00436D5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3</w:t>
          </w:r>
          <w:r w:rsidRPr="007145F3">
            <w:rPr>
              <w:b/>
              <w:noProof/>
              <w:color w:val="FF5200" w:themeColor="accent2"/>
              <w:sz w:val="14"/>
              <w:szCs w:val="14"/>
            </w:rPr>
            <w:fldChar w:fldCharType="end"/>
          </w:r>
        </w:p>
      </w:tc>
    </w:tr>
  </w:tbl>
  <w:p w:rsidR="00436D53" w:rsidRPr="00B8518B" w:rsidRDefault="00436D5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36D53" w:rsidRPr="003462EB" w:rsidTr="007F1787">
      <w:tc>
        <w:tcPr>
          <w:tcW w:w="851" w:type="dxa"/>
          <w:tcMar>
            <w:left w:w="0" w:type="dxa"/>
            <w:right w:w="0" w:type="dxa"/>
          </w:tcMar>
          <w:vAlign w:val="bottom"/>
        </w:tcPr>
        <w:p w:rsidR="00436D53" w:rsidRPr="00B8518B" w:rsidRDefault="00436D5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436D53" w:rsidRPr="006B4C5E" w:rsidRDefault="00436D53" w:rsidP="007F1787">
          <w:pPr>
            <w:pStyle w:val="Zpatvlevo"/>
            <w:rPr>
              <w:rStyle w:val="Tun"/>
            </w:rPr>
          </w:pPr>
          <w:r w:rsidRPr="006B4C5E">
            <w:rPr>
              <w:rStyle w:val="Tun"/>
            </w:rPr>
            <w:t xml:space="preserve">Příloha č. </w:t>
          </w:r>
          <w:r>
            <w:rPr>
              <w:rStyle w:val="Tun"/>
            </w:rPr>
            <w:t>3</w:t>
          </w:r>
        </w:p>
        <w:p w:rsidR="00436D53" w:rsidRDefault="00436D53" w:rsidP="007F1787">
          <w:pPr>
            <w:pStyle w:val="Zpatvlevo"/>
          </w:pPr>
          <w:r>
            <w:t>Smlouva o dílo – Zhotovení Projektové dokumentace a Stavby</w:t>
          </w:r>
        </w:p>
        <w:p w:rsidR="00436D53" w:rsidRPr="003462EB" w:rsidRDefault="00436D5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436D53" w:rsidRPr="00430206" w:rsidRDefault="00436D5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36D53" w:rsidRPr="003462EB" w:rsidTr="00174201">
      <w:tc>
        <w:tcPr>
          <w:tcW w:w="7881" w:type="dxa"/>
          <w:vAlign w:val="bottom"/>
        </w:tcPr>
        <w:p w:rsidR="00436D53" w:rsidRPr="006B4C5E" w:rsidRDefault="00436D53" w:rsidP="00174201">
          <w:pPr>
            <w:pStyle w:val="Zpatvpravo"/>
            <w:rPr>
              <w:rStyle w:val="Tun"/>
            </w:rPr>
          </w:pPr>
          <w:r w:rsidRPr="006B4C5E">
            <w:rPr>
              <w:rStyle w:val="Tun"/>
            </w:rPr>
            <w:t>Příloha č.</w:t>
          </w:r>
          <w:r>
            <w:rPr>
              <w:rStyle w:val="Tun"/>
            </w:rPr>
            <w:t xml:space="preserve"> 3</w:t>
          </w:r>
        </w:p>
        <w:p w:rsidR="00436D53" w:rsidRDefault="00436D53" w:rsidP="00174201">
          <w:pPr>
            <w:pStyle w:val="Zpatvpravo"/>
          </w:pPr>
          <w:r>
            <w:t>Smlouva o dílo – Zhotovení Projektové dokumentace a Stavby</w:t>
          </w:r>
        </w:p>
        <w:p w:rsidR="00436D53" w:rsidRPr="003462EB" w:rsidRDefault="00436D5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8707B">
            <w:rPr>
              <w:rStyle w:val="Tun"/>
              <w:noProof/>
            </w:rPr>
            <w:t>„Zvýšení trakčního výkonu TNS Balabenka“</w:t>
          </w:r>
          <w:r w:rsidRPr="00612EE8">
            <w:rPr>
              <w:rStyle w:val="Tun"/>
            </w:rPr>
            <w:fldChar w:fldCharType="end"/>
          </w:r>
        </w:p>
      </w:tc>
      <w:tc>
        <w:tcPr>
          <w:tcW w:w="851" w:type="dxa"/>
          <w:vAlign w:val="bottom"/>
        </w:tcPr>
        <w:p w:rsidR="00436D53" w:rsidRPr="00B8518B" w:rsidRDefault="00436D5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0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707B">
            <w:rPr>
              <w:b/>
              <w:noProof/>
              <w:color w:val="FF5200" w:themeColor="accent2"/>
              <w:sz w:val="14"/>
              <w:szCs w:val="14"/>
            </w:rPr>
            <w:t>1</w:t>
          </w:r>
          <w:r w:rsidRPr="007145F3">
            <w:rPr>
              <w:b/>
              <w:noProof/>
              <w:color w:val="FF5200" w:themeColor="accent2"/>
              <w:sz w:val="14"/>
              <w:szCs w:val="14"/>
            </w:rPr>
            <w:fldChar w:fldCharType="end"/>
          </w:r>
        </w:p>
      </w:tc>
    </w:tr>
  </w:tbl>
  <w:p w:rsidR="00436D53" w:rsidRPr="00B8518B" w:rsidRDefault="00436D5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D46" w:rsidRDefault="008C7D46" w:rsidP="00962258">
      <w:pPr>
        <w:spacing w:after="0" w:line="240" w:lineRule="auto"/>
      </w:pPr>
      <w:r>
        <w:separator/>
      </w:r>
    </w:p>
  </w:footnote>
  <w:footnote w:type="continuationSeparator" w:id="0">
    <w:p w:rsidR="008C7D46" w:rsidRDefault="008C7D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D53" w:rsidTr="00C02D0A">
      <w:trPr>
        <w:trHeight w:hRule="exact" w:val="454"/>
      </w:trPr>
      <w:tc>
        <w:tcPr>
          <w:tcW w:w="1361" w:type="dxa"/>
          <w:tcMar>
            <w:top w:w="57" w:type="dxa"/>
            <w:left w:w="0" w:type="dxa"/>
            <w:right w:w="0" w:type="dxa"/>
          </w:tcMar>
        </w:tcPr>
        <w:p w:rsidR="00436D53" w:rsidRPr="00B8518B" w:rsidRDefault="00436D53" w:rsidP="00523EA7">
          <w:pPr>
            <w:pStyle w:val="Zpat"/>
            <w:rPr>
              <w:rStyle w:val="slostrnky"/>
            </w:rPr>
          </w:pPr>
        </w:p>
      </w:tc>
      <w:tc>
        <w:tcPr>
          <w:tcW w:w="3458" w:type="dxa"/>
          <w:shd w:val="clear" w:color="auto" w:fill="auto"/>
          <w:tcMar>
            <w:top w:w="57" w:type="dxa"/>
            <w:left w:w="0" w:type="dxa"/>
            <w:right w:w="0" w:type="dxa"/>
          </w:tcMar>
        </w:tcPr>
        <w:p w:rsidR="00436D53" w:rsidRDefault="00436D53" w:rsidP="00523EA7">
          <w:pPr>
            <w:pStyle w:val="Zpat"/>
          </w:pPr>
        </w:p>
      </w:tc>
      <w:tc>
        <w:tcPr>
          <w:tcW w:w="5698" w:type="dxa"/>
          <w:shd w:val="clear" w:color="auto" w:fill="auto"/>
          <w:tcMar>
            <w:top w:w="57" w:type="dxa"/>
            <w:left w:w="0" w:type="dxa"/>
            <w:right w:w="0" w:type="dxa"/>
          </w:tcMar>
        </w:tcPr>
        <w:p w:rsidR="00436D53" w:rsidRPr="00D6163D" w:rsidRDefault="00436D53" w:rsidP="00D6163D">
          <w:pPr>
            <w:pStyle w:val="Druhdokumentu"/>
          </w:pPr>
        </w:p>
      </w:tc>
    </w:tr>
  </w:tbl>
  <w:p w:rsidR="00436D53" w:rsidRPr="00D6163D" w:rsidRDefault="00436D5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6D53" w:rsidTr="00B22106">
      <w:trPr>
        <w:trHeight w:hRule="exact" w:val="936"/>
      </w:trPr>
      <w:tc>
        <w:tcPr>
          <w:tcW w:w="1361" w:type="dxa"/>
          <w:tcMar>
            <w:left w:w="0" w:type="dxa"/>
            <w:right w:w="0" w:type="dxa"/>
          </w:tcMar>
        </w:tcPr>
        <w:p w:rsidR="00436D53" w:rsidRPr="00B8518B" w:rsidRDefault="00436D53" w:rsidP="00FC6389">
          <w:pPr>
            <w:pStyle w:val="Zpat"/>
            <w:rPr>
              <w:rStyle w:val="slostrnky"/>
            </w:rPr>
          </w:pPr>
        </w:p>
      </w:tc>
      <w:tc>
        <w:tcPr>
          <w:tcW w:w="3458" w:type="dxa"/>
          <w:shd w:val="clear" w:color="auto" w:fill="auto"/>
          <w:tcMar>
            <w:left w:w="0" w:type="dxa"/>
            <w:right w:w="0" w:type="dxa"/>
          </w:tcMar>
        </w:tcPr>
        <w:p w:rsidR="00436D53" w:rsidRDefault="00436D53" w:rsidP="00FC6389">
          <w:pPr>
            <w:pStyle w:val="Zpat"/>
          </w:pPr>
          <w:r>
            <w:rPr>
              <w:noProof/>
              <w:lang w:eastAsia="cs-CZ"/>
            </w:rPr>
            <w:drawing>
              <wp:anchor distT="0" distB="0" distL="114300" distR="114300" simplePos="0" relativeHeight="251672576" behindDoc="0" locked="1" layoutInCell="1" allowOverlap="1" wp14:anchorId="74F7D4D1" wp14:editId="62AC5680">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36D53" w:rsidRPr="00D6163D" w:rsidRDefault="00436D53" w:rsidP="00FC6389">
          <w:pPr>
            <w:pStyle w:val="Druhdokumentu"/>
          </w:pPr>
        </w:p>
      </w:tc>
    </w:tr>
    <w:tr w:rsidR="00436D53" w:rsidTr="00B22106">
      <w:trPr>
        <w:trHeight w:hRule="exact" w:val="936"/>
      </w:trPr>
      <w:tc>
        <w:tcPr>
          <w:tcW w:w="1361" w:type="dxa"/>
          <w:tcMar>
            <w:left w:w="0" w:type="dxa"/>
            <w:right w:w="0" w:type="dxa"/>
          </w:tcMar>
        </w:tcPr>
        <w:p w:rsidR="00436D53" w:rsidRPr="00B8518B" w:rsidRDefault="00436D53" w:rsidP="00FC6389">
          <w:pPr>
            <w:pStyle w:val="Zpat"/>
            <w:rPr>
              <w:rStyle w:val="slostrnky"/>
            </w:rPr>
          </w:pPr>
        </w:p>
      </w:tc>
      <w:tc>
        <w:tcPr>
          <w:tcW w:w="3458" w:type="dxa"/>
          <w:shd w:val="clear" w:color="auto" w:fill="auto"/>
          <w:tcMar>
            <w:left w:w="0" w:type="dxa"/>
            <w:right w:w="0" w:type="dxa"/>
          </w:tcMar>
        </w:tcPr>
        <w:p w:rsidR="00436D53" w:rsidRDefault="00436D53" w:rsidP="00FC6389">
          <w:pPr>
            <w:pStyle w:val="Zpat"/>
          </w:pPr>
        </w:p>
      </w:tc>
      <w:tc>
        <w:tcPr>
          <w:tcW w:w="5756" w:type="dxa"/>
          <w:shd w:val="clear" w:color="auto" w:fill="auto"/>
          <w:tcMar>
            <w:left w:w="0" w:type="dxa"/>
            <w:right w:w="0" w:type="dxa"/>
          </w:tcMar>
        </w:tcPr>
        <w:p w:rsidR="00436D53" w:rsidRPr="00D6163D" w:rsidRDefault="00436D53" w:rsidP="00FC6389">
          <w:pPr>
            <w:pStyle w:val="Druhdokumentu"/>
          </w:pPr>
        </w:p>
      </w:tc>
    </w:tr>
  </w:tbl>
  <w:p w:rsidR="00436D53" w:rsidRPr="00D6163D" w:rsidRDefault="00436D53" w:rsidP="00FC6389">
    <w:pPr>
      <w:pStyle w:val="Zhlav"/>
      <w:rPr>
        <w:sz w:val="8"/>
        <w:szCs w:val="8"/>
      </w:rPr>
    </w:pPr>
  </w:p>
  <w:p w:rsidR="00436D53" w:rsidRPr="00460660" w:rsidRDefault="00436D5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D53" w:rsidTr="00C02D0A">
      <w:trPr>
        <w:trHeight w:hRule="exact" w:val="454"/>
      </w:trPr>
      <w:tc>
        <w:tcPr>
          <w:tcW w:w="1361" w:type="dxa"/>
          <w:tcMar>
            <w:top w:w="57" w:type="dxa"/>
            <w:left w:w="0" w:type="dxa"/>
            <w:right w:w="0" w:type="dxa"/>
          </w:tcMar>
        </w:tcPr>
        <w:p w:rsidR="00436D53" w:rsidRPr="00B8518B" w:rsidRDefault="00436D53" w:rsidP="00523EA7">
          <w:pPr>
            <w:pStyle w:val="Zpat"/>
            <w:rPr>
              <w:rStyle w:val="slostrnky"/>
            </w:rPr>
          </w:pPr>
        </w:p>
      </w:tc>
      <w:tc>
        <w:tcPr>
          <w:tcW w:w="3458" w:type="dxa"/>
          <w:shd w:val="clear" w:color="auto" w:fill="auto"/>
          <w:tcMar>
            <w:top w:w="57" w:type="dxa"/>
            <w:left w:w="0" w:type="dxa"/>
            <w:right w:w="0" w:type="dxa"/>
          </w:tcMar>
        </w:tcPr>
        <w:p w:rsidR="00436D53" w:rsidRDefault="00436D53" w:rsidP="00523EA7">
          <w:pPr>
            <w:pStyle w:val="Zpat"/>
          </w:pPr>
        </w:p>
      </w:tc>
      <w:tc>
        <w:tcPr>
          <w:tcW w:w="5698" w:type="dxa"/>
          <w:shd w:val="clear" w:color="auto" w:fill="auto"/>
          <w:tcMar>
            <w:top w:w="57" w:type="dxa"/>
            <w:left w:w="0" w:type="dxa"/>
            <w:right w:w="0" w:type="dxa"/>
          </w:tcMar>
        </w:tcPr>
        <w:p w:rsidR="00436D53" w:rsidRPr="00D6163D" w:rsidRDefault="00436D53" w:rsidP="00D6163D">
          <w:pPr>
            <w:pStyle w:val="Druhdokumentu"/>
          </w:pPr>
        </w:p>
      </w:tc>
    </w:tr>
  </w:tbl>
  <w:p w:rsidR="00436D53" w:rsidRPr="00D6163D" w:rsidRDefault="00436D5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D53" w:rsidTr="00C02D0A">
      <w:trPr>
        <w:trHeight w:hRule="exact" w:val="454"/>
      </w:trPr>
      <w:tc>
        <w:tcPr>
          <w:tcW w:w="1361" w:type="dxa"/>
          <w:tcMar>
            <w:top w:w="57" w:type="dxa"/>
            <w:left w:w="0" w:type="dxa"/>
            <w:right w:w="0" w:type="dxa"/>
          </w:tcMar>
        </w:tcPr>
        <w:p w:rsidR="00436D53" w:rsidRPr="00B8518B" w:rsidRDefault="00436D53" w:rsidP="00523EA7">
          <w:pPr>
            <w:pStyle w:val="Zpat"/>
            <w:rPr>
              <w:rStyle w:val="slostrnky"/>
            </w:rPr>
          </w:pPr>
        </w:p>
      </w:tc>
      <w:tc>
        <w:tcPr>
          <w:tcW w:w="3458" w:type="dxa"/>
          <w:shd w:val="clear" w:color="auto" w:fill="auto"/>
          <w:tcMar>
            <w:top w:w="57" w:type="dxa"/>
            <w:left w:w="0" w:type="dxa"/>
            <w:right w:w="0" w:type="dxa"/>
          </w:tcMar>
        </w:tcPr>
        <w:p w:rsidR="00436D53" w:rsidRDefault="00436D53" w:rsidP="00523EA7">
          <w:pPr>
            <w:pStyle w:val="Zpat"/>
          </w:pPr>
        </w:p>
      </w:tc>
      <w:tc>
        <w:tcPr>
          <w:tcW w:w="5698" w:type="dxa"/>
          <w:shd w:val="clear" w:color="auto" w:fill="auto"/>
          <w:tcMar>
            <w:top w:w="57" w:type="dxa"/>
            <w:left w:w="0" w:type="dxa"/>
            <w:right w:w="0" w:type="dxa"/>
          </w:tcMar>
        </w:tcPr>
        <w:p w:rsidR="00436D53" w:rsidRPr="00D6163D" w:rsidRDefault="00436D53" w:rsidP="00D6163D">
          <w:pPr>
            <w:pStyle w:val="Druhdokumentu"/>
          </w:pPr>
        </w:p>
      </w:tc>
    </w:tr>
  </w:tbl>
  <w:p w:rsidR="00436D53" w:rsidRPr="00D6163D" w:rsidRDefault="00436D5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D53" w:rsidTr="00C02D0A">
      <w:trPr>
        <w:trHeight w:hRule="exact" w:val="454"/>
      </w:trPr>
      <w:tc>
        <w:tcPr>
          <w:tcW w:w="1361" w:type="dxa"/>
          <w:tcMar>
            <w:top w:w="57" w:type="dxa"/>
            <w:left w:w="0" w:type="dxa"/>
            <w:right w:w="0" w:type="dxa"/>
          </w:tcMar>
        </w:tcPr>
        <w:p w:rsidR="00436D53" w:rsidRPr="00B8518B" w:rsidRDefault="00436D53" w:rsidP="00523EA7">
          <w:pPr>
            <w:pStyle w:val="Zpat"/>
            <w:rPr>
              <w:rStyle w:val="slostrnky"/>
            </w:rPr>
          </w:pPr>
        </w:p>
      </w:tc>
      <w:tc>
        <w:tcPr>
          <w:tcW w:w="3458" w:type="dxa"/>
          <w:shd w:val="clear" w:color="auto" w:fill="auto"/>
          <w:tcMar>
            <w:top w:w="57" w:type="dxa"/>
            <w:left w:w="0" w:type="dxa"/>
            <w:right w:w="0" w:type="dxa"/>
          </w:tcMar>
        </w:tcPr>
        <w:p w:rsidR="00436D53" w:rsidRDefault="00436D53" w:rsidP="00523EA7">
          <w:pPr>
            <w:pStyle w:val="Zpat"/>
          </w:pPr>
        </w:p>
      </w:tc>
      <w:tc>
        <w:tcPr>
          <w:tcW w:w="5698" w:type="dxa"/>
          <w:shd w:val="clear" w:color="auto" w:fill="auto"/>
          <w:tcMar>
            <w:top w:w="57" w:type="dxa"/>
            <w:left w:w="0" w:type="dxa"/>
            <w:right w:w="0" w:type="dxa"/>
          </w:tcMar>
        </w:tcPr>
        <w:p w:rsidR="00436D53" w:rsidRPr="00D6163D" w:rsidRDefault="00436D53" w:rsidP="00D6163D">
          <w:pPr>
            <w:pStyle w:val="Druhdokumentu"/>
          </w:pPr>
        </w:p>
      </w:tc>
    </w:tr>
  </w:tbl>
  <w:p w:rsidR="00436D53" w:rsidRPr="00D6163D" w:rsidRDefault="00436D5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D53" w:rsidTr="00C02D0A">
      <w:trPr>
        <w:trHeight w:hRule="exact" w:val="454"/>
      </w:trPr>
      <w:tc>
        <w:tcPr>
          <w:tcW w:w="1361" w:type="dxa"/>
          <w:tcMar>
            <w:top w:w="57" w:type="dxa"/>
            <w:left w:w="0" w:type="dxa"/>
            <w:right w:w="0" w:type="dxa"/>
          </w:tcMar>
        </w:tcPr>
        <w:p w:rsidR="00436D53" w:rsidRPr="00B8518B" w:rsidRDefault="00436D53" w:rsidP="00523EA7">
          <w:pPr>
            <w:pStyle w:val="Zpat"/>
            <w:rPr>
              <w:rStyle w:val="slostrnky"/>
            </w:rPr>
          </w:pPr>
        </w:p>
      </w:tc>
      <w:tc>
        <w:tcPr>
          <w:tcW w:w="3458" w:type="dxa"/>
          <w:shd w:val="clear" w:color="auto" w:fill="auto"/>
          <w:tcMar>
            <w:top w:w="57" w:type="dxa"/>
            <w:left w:w="0" w:type="dxa"/>
            <w:right w:w="0" w:type="dxa"/>
          </w:tcMar>
        </w:tcPr>
        <w:p w:rsidR="00436D53" w:rsidRDefault="00436D53" w:rsidP="00523EA7">
          <w:pPr>
            <w:pStyle w:val="Zpat"/>
          </w:pPr>
        </w:p>
      </w:tc>
      <w:tc>
        <w:tcPr>
          <w:tcW w:w="5698" w:type="dxa"/>
          <w:shd w:val="clear" w:color="auto" w:fill="auto"/>
          <w:tcMar>
            <w:top w:w="57" w:type="dxa"/>
            <w:left w:w="0" w:type="dxa"/>
            <w:right w:w="0" w:type="dxa"/>
          </w:tcMar>
        </w:tcPr>
        <w:p w:rsidR="00436D53" w:rsidRPr="00D6163D" w:rsidRDefault="00436D53" w:rsidP="00D6163D">
          <w:pPr>
            <w:pStyle w:val="Druhdokumentu"/>
          </w:pPr>
        </w:p>
      </w:tc>
    </w:tr>
  </w:tbl>
  <w:p w:rsidR="00436D53" w:rsidRPr="00D6163D" w:rsidRDefault="00436D5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D53" w:rsidTr="00C02D0A">
      <w:trPr>
        <w:trHeight w:hRule="exact" w:val="454"/>
      </w:trPr>
      <w:tc>
        <w:tcPr>
          <w:tcW w:w="1361" w:type="dxa"/>
          <w:tcMar>
            <w:top w:w="57" w:type="dxa"/>
            <w:left w:w="0" w:type="dxa"/>
            <w:right w:w="0" w:type="dxa"/>
          </w:tcMar>
        </w:tcPr>
        <w:p w:rsidR="00436D53" w:rsidRPr="00B8518B" w:rsidRDefault="00436D53" w:rsidP="00523EA7">
          <w:pPr>
            <w:pStyle w:val="Zpat"/>
            <w:rPr>
              <w:rStyle w:val="slostrnky"/>
            </w:rPr>
          </w:pPr>
        </w:p>
      </w:tc>
      <w:tc>
        <w:tcPr>
          <w:tcW w:w="3458" w:type="dxa"/>
          <w:shd w:val="clear" w:color="auto" w:fill="auto"/>
          <w:tcMar>
            <w:top w:w="57" w:type="dxa"/>
            <w:left w:w="0" w:type="dxa"/>
            <w:right w:w="0" w:type="dxa"/>
          </w:tcMar>
        </w:tcPr>
        <w:p w:rsidR="00436D53" w:rsidRDefault="00436D53" w:rsidP="00523EA7">
          <w:pPr>
            <w:pStyle w:val="Zpat"/>
          </w:pPr>
        </w:p>
      </w:tc>
      <w:tc>
        <w:tcPr>
          <w:tcW w:w="5698" w:type="dxa"/>
          <w:shd w:val="clear" w:color="auto" w:fill="auto"/>
          <w:tcMar>
            <w:top w:w="57" w:type="dxa"/>
            <w:left w:w="0" w:type="dxa"/>
            <w:right w:w="0" w:type="dxa"/>
          </w:tcMar>
        </w:tcPr>
        <w:p w:rsidR="00436D53" w:rsidRPr="00D6163D" w:rsidRDefault="00436D53" w:rsidP="00D6163D">
          <w:pPr>
            <w:pStyle w:val="Druhdokumentu"/>
          </w:pPr>
        </w:p>
      </w:tc>
    </w:tr>
  </w:tbl>
  <w:p w:rsidR="00436D53" w:rsidRPr="00D6163D" w:rsidRDefault="00436D5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D53" w:rsidTr="00C02D0A">
      <w:trPr>
        <w:trHeight w:hRule="exact" w:val="454"/>
      </w:trPr>
      <w:tc>
        <w:tcPr>
          <w:tcW w:w="1361" w:type="dxa"/>
          <w:tcMar>
            <w:top w:w="57" w:type="dxa"/>
            <w:left w:w="0" w:type="dxa"/>
            <w:right w:w="0" w:type="dxa"/>
          </w:tcMar>
        </w:tcPr>
        <w:p w:rsidR="00436D53" w:rsidRPr="00B8518B" w:rsidRDefault="00436D53" w:rsidP="00523EA7">
          <w:pPr>
            <w:pStyle w:val="Zpat"/>
            <w:rPr>
              <w:rStyle w:val="slostrnky"/>
            </w:rPr>
          </w:pPr>
        </w:p>
      </w:tc>
      <w:tc>
        <w:tcPr>
          <w:tcW w:w="3458" w:type="dxa"/>
          <w:shd w:val="clear" w:color="auto" w:fill="auto"/>
          <w:tcMar>
            <w:top w:w="57" w:type="dxa"/>
            <w:left w:w="0" w:type="dxa"/>
            <w:right w:w="0" w:type="dxa"/>
          </w:tcMar>
        </w:tcPr>
        <w:p w:rsidR="00436D53" w:rsidRDefault="00436D53" w:rsidP="00523EA7">
          <w:pPr>
            <w:pStyle w:val="Zpat"/>
          </w:pPr>
        </w:p>
      </w:tc>
      <w:tc>
        <w:tcPr>
          <w:tcW w:w="5698" w:type="dxa"/>
          <w:shd w:val="clear" w:color="auto" w:fill="auto"/>
          <w:tcMar>
            <w:top w:w="57" w:type="dxa"/>
            <w:left w:w="0" w:type="dxa"/>
            <w:right w:w="0" w:type="dxa"/>
          </w:tcMar>
        </w:tcPr>
        <w:p w:rsidR="00436D53" w:rsidRPr="00D6163D" w:rsidRDefault="00436D53" w:rsidP="00D6163D">
          <w:pPr>
            <w:pStyle w:val="Druhdokumentu"/>
          </w:pPr>
        </w:p>
      </w:tc>
    </w:tr>
  </w:tbl>
  <w:p w:rsidR="00436D53" w:rsidRPr="00D6163D" w:rsidRDefault="00436D5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D53" w:rsidTr="00C02D0A">
      <w:trPr>
        <w:trHeight w:hRule="exact" w:val="454"/>
      </w:trPr>
      <w:tc>
        <w:tcPr>
          <w:tcW w:w="1361" w:type="dxa"/>
          <w:tcMar>
            <w:top w:w="57" w:type="dxa"/>
            <w:left w:w="0" w:type="dxa"/>
            <w:right w:w="0" w:type="dxa"/>
          </w:tcMar>
        </w:tcPr>
        <w:p w:rsidR="00436D53" w:rsidRPr="00B8518B" w:rsidRDefault="00436D53" w:rsidP="00523EA7">
          <w:pPr>
            <w:pStyle w:val="Zpat"/>
            <w:rPr>
              <w:rStyle w:val="slostrnky"/>
            </w:rPr>
          </w:pPr>
        </w:p>
      </w:tc>
      <w:tc>
        <w:tcPr>
          <w:tcW w:w="3458" w:type="dxa"/>
          <w:shd w:val="clear" w:color="auto" w:fill="auto"/>
          <w:tcMar>
            <w:top w:w="57" w:type="dxa"/>
            <w:left w:w="0" w:type="dxa"/>
            <w:right w:w="0" w:type="dxa"/>
          </w:tcMar>
        </w:tcPr>
        <w:p w:rsidR="00436D53" w:rsidRDefault="00436D53" w:rsidP="00523EA7">
          <w:pPr>
            <w:pStyle w:val="Zpat"/>
          </w:pPr>
        </w:p>
      </w:tc>
      <w:tc>
        <w:tcPr>
          <w:tcW w:w="5698" w:type="dxa"/>
          <w:shd w:val="clear" w:color="auto" w:fill="auto"/>
          <w:tcMar>
            <w:top w:w="57" w:type="dxa"/>
            <w:left w:w="0" w:type="dxa"/>
            <w:right w:w="0" w:type="dxa"/>
          </w:tcMar>
        </w:tcPr>
        <w:p w:rsidR="00436D53" w:rsidRPr="00D6163D" w:rsidRDefault="00436D53" w:rsidP="00D6163D">
          <w:pPr>
            <w:pStyle w:val="Druhdokumentu"/>
          </w:pPr>
        </w:p>
      </w:tc>
    </w:tr>
  </w:tbl>
  <w:p w:rsidR="00436D53" w:rsidRPr="00D6163D" w:rsidRDefault="00436D5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1B20"/>
    <w:rsid w:val="00017F3C"/>
    <w:rsid w:val="00041EC8"/>
    <w:rsid w:val="0005178D"/>
    <w:rsid w:val="0005407B"/>
    <w:rsid w:val="0006588D"/>
    <w:rsid w:val="00067A5E"/>
    <w:rsid w:val="000719BB"/>
    <w:rsid w:val="000728CA"/>
    <w:rsid w:val="00072A65"/>
    <w:rsid w:val="00072C1E"/>
    <w:rsid w:val="000B4EB8"/>
    <w:rsid w:val="000C41F2"/>
    <w:rsid w:val="000D22C4"/>
    <w:rsid w:val="000D27D1"/>
    <w:rsid w:val="000E1A7F"/>
    <w:rsid w:val="000E5732"/>
    <w:rsid w:val="000F63E3"/>
    <w:rsid w:val="001002ED"/>
    <w:rsid w:val="001026AE"/>
    <w:rsid w:val="00112864"/>
    <w:rsid w:val="0011329B"/>
    <w:rsid w:val="00114472"/>
    <w:rsid w:val="00114988"/>
    <w:rsid w:val="00115069"/>
    <w:rsid w:val="001150F2"/>
    <w:rsid w:val="00116B44"/>
    <w:rsid w:val="001175C8"/>
    <w:rsid w:val="00143EC0"/>
    <w:rsid w:val="001656A2"/>
    <w:rsid w:val="00165977"/>
    <w:rsid w:val="00170EC5"/>
    <w:rsid w:val="00174201"/>
    <w:rsid w:val="001747C1"/>
    <w:rsid w:val="00177D6B"/>
    <w:rsid w:val="00183D7D"/>
    <w:rsid w:val="00191F90"/>
    <w:rsid w:val="001B4E74"/>
    <w:rsid w:val="001B625A"/>
    <w:rsid w:val="001C5817"/>
    <w:rsid w:val="001C645F"/>
    <w:rsid w:val="001D5869"/>
    <w:rsid w:val="001E678E"/>
    <w:rsid w:val="002038D5"/>
    <w:rsid w:val="002071BB"/>
    <w:rsid w:val="00207DF5"/>
    <w:rsid w:val="00240B81"/>
    <w:rsid w:val="00247D01"/>
    <w:rsid w:val="00255B10"/>
    <w:rsid w:val="00261A5B"/>
    <w:rsid w:val="00262E5B"/>
    <w:rsid w:val="00276AFE"/>
    <w:rsid w:val="00296FA8"/>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65243"/>
    <w:rsid w:val="0037545D"/>
    <w:rsid w:val="00392910"/>
    <w:rsid w:val="00392EB6"/>
    <w:rsid w:val="003956C6"/>
    <w:rsid w:val="003B23D6"/>
    <w:rsid w:val="003C33F2"/>
    <w:rsid w:val="003D756E"/>
    <w:rsid w:val="003E420D"/>
    <w:rsid w:val="003E4C13"/>
    <w:rsid w:val="003F78B3"/>
    <w:rsid w:val="004078F3"/>
    <w:rsid w:val="00427794"/>
    <w:rsid w:val="00430206"/>
    <w:rsid w:val="004328E4"/>
    <w:rsid w:val="00436D53"/>
    <w:rsid w:val="00450F07"/>
    <w:rsid w:val="00453CD3"/>
    <w:rsid w:val="00460660"/>
    <w:rsid w:val="00464BA9"/>
    <w:rsid w:val="004836E9"/>
    <w:rsid w:val="00483969"/>
    <w:rsid w:val="00486107"/>
    <w:rsid w:val="00491827"/>
    <w:rsid w:val="004C4399"/>
    <w:rsid w:val="004C787C"/>
    <w:rsid w:val="004D09FB"/>
    <w:rsid w:val="004E6233"/>
    <w:rsid w:val="004E7A1F"/>
    <w:rsid w:val="004F4B9B"/>
    <w:rsid w:val="00502690"/>
    <w:rsid w:val="0050666E"/>
    <w:rsid w:val="00511AB9"/>
    <w:rsid w:val="005156CB"/>
    <w:rsid w:val="00523BB5"/>
    <w:rsid w:val="00523EA7"/>
    <w:rsid w:val="005406EB"/>
    <w:rsid w:val="00544816"/>
    <w:rsid w:val="00546C88"/>
    <w:rsid w:val="00553375"/>
    <w:rsid w:val="00555884"/>
    <w:rsid w:val="00555D88"/>
    <w:rsid w:val="005736B7"/>
    <w:rsid w:val="00575E5A"/>
    <w:rsid w:val="00580245"/>
    <w:rsid w:val="00582A82"/>
    <w:rsid w:val="005A1F44"/>
    <w:rsid w:val="005D3C39"/>
    <w:rsid w:val="005D3F91"/>
    <w:rsid w:val="005D6794"/>
    <w:rsid w:val="005E7125"/>
    <w:rsid w:val="005F3A47"/>
    <w:rsid w:val="00600ECE"/>
    <w:rsid w:val="00601A8C"/>
    <w:rsid w:val="00610200"/>
    <w:rsid w:val="0061068E"/>
    <w:rsid w:val="006115D3"/>
    <w:rsid w:val="00612EE8"/>
    <w:rsid w:val="006431D4"/>
    <w:rsid w:val="0065610E"/>
    <w:rsid w:val="00660AD3"/>
    <w:rsid w:val="006776B6"/>
    <w:rsid w:val="00693150"/>
    <w:rsid w:val="006A5570"/>
    <w:rsid w:val="006A689C"/>
    <w:rsid w:val="006B3D79"/>
    <w:rsid w:val="006B4C5E"/>
    <w:rsid w:val="006B6FE4"/>
    <w:rsid w:val="006C14B9"/>
    <w:rsid w:val="006C2343"/>
    <w:rsid w:val="006C442A"/>
    <w:rsid w:val="006E0578"/>
    <w:rsid w:val="006E314D"/>
    <w:rsid w:val="006F6CDF"/>
    <w:rsid w:val="006F7828"/>
    <w:rsid w:val="00704B52"/>
    <w:rsid w:val="00704D1E"/>
    <w:rsid w:val="007102D9"/>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29D"/>
    <w:rsid w:val="007A5172"/>
    <w:rsid w:val="007A67A0"/>
    <w:rsid w:val="007B570C"/>
    <w:rsid w:val="007E4A6E"/>
    <w:rsid w:val="007F1457"/>
    <w:rsid w:val="007F1787"/>
    <w:rsid w:val="007F56A7"/>
    <w:rsid w:val="00800851"/>
    <w:rsid w:val="00807DD0"/>
    <w:rsid w:val="008156D5"/>
    <w:rsid w:val="00821D01"/>
    <w:rsid w:val="00826B7B"/>
    <w:rsid w:val="00827ABA"/>
    <w:rsid w:val="00846789"/>
    <w:rsid w:val="008667C5"/>
    <w:rsid w:val="00866994"/>
    <w:rsid w:val="008A3568"/>
    <w:rsid w:val="008C50F3"/>
    <w:rsid w:val="008C7D46"/>
    <w:rsid w:val="008C7EFE"/>
    <w:rsid w:val="008D03B9"/>
    <w:rsid w:val="008D30C7"/>
    <w:rsid w:val="008D546F"/>
    <w:rsid w:val="008F01C6"/>
    <w:rsid w:val="008F18D6"/>
    <w:rsid w:val="008F2C9B"/>
    <w:rsid w:val="008F7757"/>
    <w:rsid w:val="008F797B"/>
    <w:rsid w:val="00904780"/>
    <w:rsid w:val="0090635B"/>
    <w:rsid w:val="00922385"/>
    <w:rsid w:val="009223DF"/>
    <w:rsid w:val="00936091"/>
    <w:rsid w:val="00940D8A"/>
    <w:rsid w:val="0095472E"/>
    <w:rsid w:val="00962258"/>
    <w:rsid w:val="009678B7"/>
    <w:rsid w:val="009845FC"/>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1810"/>
    <w:rsid w:val="00B42F40"/>
    <w:rsid w:val="00B51B43"/>
    <w:rsid w:val="00B5431A"/>
    <w:rsid w:val="00B72325"/>
    <w:rsid w:val="00B75EE1"/>
    <w:rsid w:val="00B77481"/>
    <w:rsid w:val="00B8518B"/>
    <w:rsid w:val="00B97CC3"/>
    <w:rsid w:val="00BC06C4"/>
    <w:rsid w:val="00BD5DE9"/>
    <w:rsid w:val="00BD7E91"/>
    <w:rsid w:val="00BD7F0D"/>
    <w:rsid w:val="00C02D0A"/>
    <w:rsid w:val="00C03A6E"/>
    <w:rsid w:val="00C226C0"/>
    <w:rsid w:val="00C42FE6"/>
    <w:rsid w:val="00C44F6A"/>
    <w:rsid w:val="00C6198E"/>
    <w:rsid w:val="00C64DF9"/>
    <w:rsid w:val="00C708EA"/>
    <w:rsid w:val="00C778A5"/>
    <w:rsid w:val="00C90755"/>
    <w:rsid w:val="00C95162"/>
    <w:rsid w:val="00CB4F6D"/>
    <w:rsid w:val="00CB6A37"/>
    <w:rsid w:val="00CB7684"/>
    <w:rsid w:val="00CC4EA8"/>
    <w:rsid w:val="00CC6517"/>
    <w:rsid w:val="00CC7C8F"/>
    <w:rsid w:val="00CD1FC4"/>
    <w:rsid w:val="00CD320A"/>
    <w:rsid w:val="00CD3DC9"/>
    <w:rsid w:val="00D034A0"/>
    <w:rsid w:val="00D074BB"/>
    <w:rsid w:val="00D13988"/>
    <w:rsid w:val="00D1686E"/>
    <w:rsid w:val="00D21061"/>
    <w:rsid w:val="00D242BB"/>
    <w:rsid w:val="00D336C5"/>
    <w:rsid w:val="00D4108E"/>
    <w:rsid w:val="00D4328E"/>
    <w:rsid w:val="00D6163D"/>
    <w:rsid w:val="00D70440"/>
    <w:rsid w:val="00D831A3"/>
    <w:rsid w:val="00D97BE3"/>
    <w:rsid w:val="00DA3711"/>
    <w:rsid w:val="00DD46F3"/>
    <w:rsid w:val="00DE51C2"/>
    <w:rsid w:val="00DE56F2"/>
    <w:rsid w:val="00DF116D"/>
    <w:rsid w:val="00E16FF7"/>
    <w:rsid w:val="00E26D68"/>
    <w:rsid w:val="00E44045"/>
    <w:rsid w:val="00E57B3C"/>
    <w:rsid w:val="00E618C4"/>
    <w:rsid w:val="00E7415D"/>
    <w:rsid w:val="00E8707B"/>
    <w:rsid w:val="00E878EE"/>
    <w:rsid w:val="00E901A3"/>
    <w:rsid w:val="00E9225A"/>
    <w:rsid w:val="00EA585B"/>
    <w:rsid w:val="00EA6EC7"/>
    <w:rsid w:val="00EB104F"/>
    <w:rsid w:val="00EB46E5"/>
    <w:rsid w:val="00EB4C66"/>
    <w:rsid w:val="00ED14BD"/>
    <w:rsid w:val="00EF77CB"/>
    <w:rsid w:val="00F016C7"/>
    <w:rsid w:val="00F12DEC"/>
    <w:rsid w:val="00F1715C"/>
    <w:rsid w:val="00F310F8"/>
    <w:rsid w:val="00F35939"/>
    <w:rsid w:val="00F422D3"/>
    <w:rsid w:val="00F45607"/>
    <w:rsid w:val="00F4722B"/>
    <w:rsid w:val="00F54432"/>
    <w:rsid w:val="00F659EB"/>
    <w:rsid w:val="00F71BA0"/>
    <w:rsid w:val="00F762A8"/>
    <w:rsid w:val="00F86BA6"/>
    <w:rsid w:val="00F91131"/>
    <w:rsid w:val="00F95FBD"/>
    <w:rsid w:val="00FB6342"/>
    <w:rsid w:val="00FC4EC4"/>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4115F7"/>
  <w14:defaultImageDpi w14:val="32767"/>
  <w15:docId w15:val="{619F15CE-7EC6-4913-8AAC-DFD82779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133047"/>
    <w:rsid w:val="002E6E99"/>
    <w:rsid w:val="003900D8"/>
    <w:rsid w:val="005E08BF"/>
    <w:rsid w:val="006B0341"/>
    <w:rsid w:val="006B44CC"/>
    <w:rsid w:val="00727C69"/>
    <w:rsid w:val="008A7DB6"/>
    <w:rsid w:val="00B860F3"/>
    <w:rsid w:val="00B91BAE"/>
    <w:rsid w:val="00BA412C"/>
    <w:rsid w:val="00DC4500"/>
    <w:rsid w:val="00E537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D5D5F09-8F35-4B66-90A7-7A3FA988B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42</TotalTime>
  <Pages>19</Pages>
  <Words>2382</Words>
  <Characters>14054</Characters>
  <Application>Microsoft Office Word</Application>
  <DocSecurity>0</DocSecurity>
  <Lines>117</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15</cp:revision>
  <cp:lastPrinted>2019-08-14T12:20:00Z</cp:lastPrinted>
  <dcterms:created xsi:type="dcterms:W3CDTF">2019-08-15T10:39:00Z</dcterms:created>
  <dcterms:modified xsi:type="dcterms:W3CDTF">2019-12-23T07:45:00Z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